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AE0A1C" w:rsidRPr="00754AAB" w:rsidRDefault="00754AAB" w:rsidP="005602F7">
      <w:pPr>
        <w:pStyle w:val="Klassifizierung"/>
        <w:rPr>
          <w:lang w:val="it-CH"/>
        </w:rPr>
      </w:pPr>
      <w:sdt>
        <w:sdtPr>
          <w:alias w:val="Klassifizierung_Mapper"/>
          <w:tag w:val="Klassifizierung_Mapper"/>
          <w:id w:val="10285943"/>
          <w:lock w:val="sdtContentLocked"/>
          <w:placeholder>
            <w:docPart w:val="00B348D08C81434D84ACF78249BA5A7E"/>
          </w:placeholder>
          <w:text/>
        </w:sdtPr>
        <w:sdtEndPr/>
        <w:sdtContent>
          <w:r w:rsidR="00AE0A1C">
            <w:t xml:space="preserve"> </w:t>
          </w:r>
        </w:sdtContent>
      </w:sdt>
    </w:p>
    <w:p w14:paraId="09B3C943" w14:textId="389D4607" w:rsidR="00D65645" w:rsidRPr="00351086" w:rsidRDefault="006D32C8" w:rsidP="00D65645">
      <w:pPr>
        <w:spacing w:before="120" w:after="120"/>
        <w:rPr>
          <w:rFonts w:cs="Arial"/>
          <w:b/>
          <w:lang w:val="it-CH"/>
        </w:rPr>
      </w:pPr>
      <w:r w:rsidRPr="00351086">
        <w:rPr>
          <w:rFonts w:cs="Arial"/>
          <w:b/>
          <w:lang w:val="it-CH"/>
        </w:rPr>
        <w:t xml:space="preserve">Descrizione del lavoro scritto </w:t>
      </w:r>
      <w:r w:rsidR="00D65645" w:rsidRPr="00351086">
        <w:rPr>
          <w:rFonts w:cs="Arial"/>
          <w:b/>
          <w:lang w:val="it-CH"/>
        </w:rPr>
        <w:t>(</w:t>
      </w:r>
      <w:r w:rsidRPr="00351086">
        <w:rPr>
          <w:rFonts w:cs="Arial"/>
          <w:b/>
          <w:lang w:val="it-CH"/>
        </w:rPr>
        <w:t>candidato</w:t>
      </w:r>
      <w:r w:rsidR="00D65645" w:rsidRPr="00351086">
        <w:rPr>
          <w:rFonts w:cs="Arial"/>
          <w:b/>
          <w:lang w:val="it-CH"/>
        </w:rPr>
        <w:t>)</w:t>
      </w:r>
    </w:p>
    <w:tbl>
      <w:tblPr>
        <w:tblStyle w:val="Tabellenrast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936"/>
      </w:tblGrid>
      <w:tr w:rsidR="00D65645" w:rsidRPr="00351086" w14:paraId="72B0272E" w14:textId="77777777" w:rsidTr="004B5122">
        <w:tc>
          <w:tcPr>
            <w:tcW w:w="2977" w:type="dxa"/>
          </w:tcPr>
          <w:p w14:paraId="513CD52C" w14:textId="2DA71126" w:rsidR="00D65645" w:rsidRPr="00351086" w:rsidRDefault="00A2247F" w:rsidP="00A2247F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 w:rsidRPr="00351086">
              <w:rPr>
                <w:rFonts w:cs="Arial"/>
                <w:sz w:val="20"/>
                <w:szCs w:val="20"/>
                <w:lang w:val="it-CH"/>
              </w:rPr>
              <w:t>Cognome e nome</w:t>
            </w:r>
          </w:p>
        </w:tc>
        <w:tc>
          <w:tcPr>
            <w:tcW w:w="5936" w:type="dxa"/>
          </w:tcPr>
          <w:p w14:paraId="25CADDEA" w14:textId="77777777" w:rsidR="00D65645" w:rsidRPr="00351086" w:rsidRDefault="00D65645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</w:tc>
      </w:tr>
      <w:tr w:rsidR="00D65645" w:rsidRPr="00351086" w14:paraId="769CB483" w14:textId="77777777" w:rsidTr="004B5122">
        <w:tc>
          <w:tcPr>
            <w:tcW w:w="2977" w:type="dxa"/>
          </w:tcPr>
          <w:p w14:paraId="6ADC135C" w14:textId="7B0A3BF5" w:rsidR="00D65645" w:rsidRPr="00351086" w:rsidRDefault="00A2247F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 w:rsidRPr="00351086">
              <w:rPr>
                <w:rFonts w:cs="Arial"/>
                <w:sz w:val="20"/>
                <w:szCs w:val="20"/>
                <w:lang w:val="it-CH"/>
              </w:rPr>
              <w:t>Indirizzo</w:t>
            </w:r>
          </w:p>
        </w:tc>
        <w:tc>
          <w:tcPr>
            <w:tcW w:w="5936" w:type="dxa"/>
          </w:tcPr>
          <w:p w14:paraId="17DF8FCF" w14:textId="77777777" w:rsidR="00D65645" w:rsidRPr="00351086" w:rsidRDefault="00D65645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</w:tc>
      </w:tr>
      <w:tr w:rsidR="00D65645" w:rsidRPr="00351086" w14:paraId="2E1FB5FB" w14:textId="77777777" w:rsidTr="004B5122">
        <w:tc>
          <w:tcPr>
            <w:tcW w:w="2977" w:type="dxa"/>
          </w:tcPr>
          <w:p w14:paraId="74C60E42" w14:textId="49F8FAAC" w:rsidR="00D65645" w:rsidRPr="00351086" w:rsidRDefault="00D65645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 w:rsidRPr="00351086">
              <w:rPr>
                <w:rFonts w:cs="Arial"/>
                <w:sz w:val="20"/>
                <w:szCs w:val="20"/>
                <w:lang w:val="it-CH"/>
              </w:rPr>
              <w:t>Telefon</w:t>
            </w:r>
            <w:r w:rsidR="00A2247F" w:rsidRPr="00351086">
              <w:rPr>
                <w:rFonts w:cs="Arial"/>
                <w:sz w:val="20"/>
                <w:szCs w:val="20"/>
                <w:lang w:val="it-CH"/>
              </w:rPr>
              <w:t>o</w:t>
            </w:r>
          </w:p>
        </w:tc>
        <w:tc>
          <w:tcPr>
            <w:tcW w:w="5936" w:type="dxa"/>
          </w:tcPr>
          <w:p w14:paraId="6D1DDFCD" w14:textId="00118E55" w:rsidR="00D65645" w:rsidRPr="00351086" w:rsidRDefault="00D65645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</w:tc>
      </w:tr>
      <w:tr w:rsidR="00D65645" w:rsidRPr="00351086" w14:paraId="46A0A876" w14:textId="77777777" w:rsidTr="004B5122">
        <w:tc>
          <w:tcPr>
            <w:tcW w:w="2977" w:type="dxa"/>
          </w:tcPr>
          <w:p w14:paraId="1195376D" w14:textId="15594516" w:rsidR="00D65645" w:rsidRPr="00351086" w:rsidRDefault="00E97E2A" w:rsidP="00E97E2A">
            <w:pPr>
              <w:spacing w:before="120" w:after="120"/>
              <w:rPr>
                <w:rFonts w:cs="Arial"/>
                <w:sz w:val="20"/>
                <w:szCs w:val="20"/>
                <w:highlight w:val="cyan"/>
                <w:lang w:val="it-CH"/>
              </w:rPr>
            </w:pPr>
            <w:r>
              <w:rPr>
                <w:rFonts w:cs="Arial"/>
                <w:sz w:val="20"/>
                <w:szCs w:val="20"/>
                <w:lang w:val="it-CH"/>
              </w:rPr>
              <w:t>E</w:t>
            </w:r>
            <w:r w:rsidRPr="00E97E2A">
              <w:rPr>
                <w:rFonts w:cs="Arial"/>
                <w:sz w:val="20"/>
                <w:szCs w:val="20"/>
                <w:lang w:val="it-CH"/>
              </w:rPr>
              <w:t>m</w:t>
            </w:r>
            <w:r w:rsidR="00D65645" w:rsidRPr="00E97E2A">
              <w:rPr>
                <w:rFonts w:cs="Arial"/>
                <w:sz w:val="20"/>
                <w:szCs w:val="20"/>
                <w:lang w:val="it-CH"/>
              </w:rPr>
              <w:t>ail</w:t>
            </w:r>
          </w:p>
        </w:tc>
        <w:tc>
          <w:tcPr>
            <w:tcW w:w="5936" w:type="dxa"/>
          </w:tcPr>
          <w:p w14:paraId="247C10E3" w14:textId="77777777" w:rsidR="00D65645" w:rsidRPr="00351086" w:rsidRDefault="00D65645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</w:tc>
      </w:tr>
      <w:tr w:rsidR="00D65645" w:rsidRPr="00351086" w14:paraId="10872350" w14:textId="77777777" w:rsidTr="004B5122">
        <w:tc>
          <w:tcPr>
            <w:tcW w:w="2977" w:type="dxa"/>
          </w:tcPr>
          <w:p w14:paraId="1C6B8219" w14:textId="5D20E231" w:rsidR="00D65645" w:rsidRPr="00351086" w:rsidRDefault="00A2247F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 w:rsidRPr="00351086">
              <w:rPr>
                <w:rFonts w:cs="Arial"/>
                <w:sz w:val="20"/>
                <w:szCs w:val="20"/>
                <w:lang w:val="it-CH"/>
              </w:rPr>
              <w:t>Datore di lavoro</w:t>
            </w:r>
          </w:p>
        </w:tc>
        <w:tc>
          <w:tcPr>
            <w:tcW w:w="5936" w:type="dxa"/>
          </w:tcPr>
          <w:p w14:paraId="636ABAA4" w14:textId="77777777" w:rsidR="00D65645" w:rsidRPr="00351086" w:rsidRDefault="00D65645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</w:tc>
      </w:tr>
      <w:tr w:rsidR="003456BD" w:rsidRPr="00351086" w14:paraId="4BE6064F" w14:textId="77777777" w:rsidTr="004B5122">
        <w:tc>
          <w:tcPr>
            <w:tcW w:w="2977" w:type="dxa"/>
          </w:tcPr>
          <w:p w14:paraId="4D6BCAD9" w14:textId="198680F1" w:rsidR="003456BD" w:rsidRPr="00351086" w:rsidRDefault="00AB5701" w:rsidP="00630BC4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>
              <w:rPr>
                <w:rFonts w:cs="Arial"/>
                <w:sz w:val="20"/>
                <w:szCs w:val="20"/>
                <w:lang w:val="it-CH"/>
              </w:rPr>
              <w:t>Committente</w:t>
            </w:r>
          </w:p>
        </w:tc>
        <w:tc>
          <w:tcPr>
            <w:tcW w:w="5936" w:type="dxa"/>
          </w:tcPr>
          <w:p w14:paraId="3B51CB03" w14:textId="77777777" w:rsidR="003456BD" w:rsidRPr="00351086" w:rsidRDefault="003456BD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</w:tc>
      </w:tr>
      <w:tr w:rsidR="00630BC4" w:rsidRPr="00351086" w14:paraId="63981DEE" w14:textId="77777777" w:rsidTr="00630BC4">
        <w:tc>
          <w:tcPr>
            <w:tcW w:w="2977" w:type="dxa"/>
          </w:tcPr>
          <w:p w14:paraId="6021499D" w14:textId="1D057EE6" w:rsidR="00630BC4" w:rsidRPr="00351086" w:rsidRDefault="00A2247F" w:rsidP="00630BC4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 w:rsidRPr="00351086">
              <w:rPr>
                <w:rFonts w:cs="Arial"/>
                <w:sz w:val="20"/>
                <w:szCs w:val="20"/>
                <w:lang w:val="it-CH"/>
              </w:rPr>
              <w:t>Cliente</w:t>
            </w:r>
          </w:p>
        </w:tc>
        <w:tc>
          <w:tcPr>
            <w:tcW w:w="5936" w:type="dxa"/>
          </w:tcPr>
          <w:p w14:paraId="7811F2AF" w14:textId="77777777" w:rsidR="00630BC4" w:rsidRPr="00351086" w:rsidRDefault="00630BC4" w:rsidP="00817C98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</w:tc>
      </w:tr>
    </w:tbl>
    <w:p w14:paraId="2B625F99" w14:textId="77777777" w:rsidR="00D65645" w:rsidRPr="00135FA1" w:rsidRDefault="00D65645" w:rsidP="00D65645">
      <w:pPr>
        <w:spacing w:before="120" w:after="120"/>
        <w:rPr>
          <w:rFonts w:cs="Arial"/>
          <w:b/>
          <w:bCs/>
          <w:sz w:val="20"/>
          <w:szCs w:val="20"/>
          <w:lang w:val="it-CH"/>
        </w:rPr>
      </w:pPr>
    </w:p>
    <w:tbl>
      <w:tblPr>
        <w:tblStyle w:val="Tabellenrast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D65645" w:rsidRPr="00754AAB" w14:paraId="5556E1D0" w14:textId="77777777" w:rsidTr="00754AAB">
        <w:tc>
          <w:tcPr>
            <w:tcW w:w="8931" w:type="dxa"/>
            <w:shd w:val="clear" w:color="auto" w:fill="F2F2F2" w:themeFill="background1" w:themeFillShade="F2"/>
          </w:tcPr>
          <w:p w14:paraId="77FA3883" w14:textId="07468846" w:rsidR="00D65645" w:rsidRPr="00A2247F" w:rsidRDefault="00DE5C41" w:rsidP="00DE5C41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>
              <w:rPr>
                <w:rFonts w:cs="Arial"/>
                <w:sz w:val="20"/>
                <w:szCs w:val="20"/>
                <w:lang w:val="it-CH"/>
              </w:rPr>
              <w:t>Formulazione scritta dell</w:t>
            </w:r>
            <w:r w:rsidR="00CF756C">
              <w:rPr>
                <w:rFonts w:cs="Arial"/>
                <w:sz w:val="20"/>
                <w:szCs w:val="20"/>
                <w:lang w:val="it-CH"/>
              </w:rPr>
              <w:t>’</w:t>
            </w:r>
            <w:r>
              <w:rPr>
                <w:rFonts w:cs="Arial"/>
                <w:sz w:val="20"/>
                <w:szCs w:val="20"/>
                <w:lang w:val="it-CH"/>
              </w:rPr>
              <w:t>incarico del committente</w:t>
            </w:r>
          </w:p>
        </w:tc>
      </w:tr>
      <w:tr w:rsidR="00DE5C41" w:rsidRPr="00754AAB" w14:paraId="71568CF7" w14:textId="77777777" w:rsidTr="002E2512">
        <w:tc>
          <w:tcPr>
            <w:tcW w:w="8931" w:type="dxa"/>
          </w:tcPr>
          <w:p w14:paraId="3E519FA8" w14:textId="77777777" w:rsidR="00DE5C41" w:rsidRDefault="00DE5C41" w:rsidP="00351086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  <w:p w14:paraId="148ABDFA" w14:textId="77777777" w:rsidR="00DE5C41" w:rsidRDefault="00DE5C41" w:rsidP="00351086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  <w:p w14:paraId="2FDAA0C6" w14:textId="7BCAC94C" w:rsidR="00DE5C41" w:rsidRPr="00A2247F" w:rsidRDefault="00DE5C41" w:rsidP="00351086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</w:tc>
      </w:tr>
      <w:tr w:rsidR="00DE5C41" w:rsidRPr="00754AAB" w14:paraId="1190CD50" w14:textId="77777777" w:rsidTr="00754AAB">
        <w:tc>
          <w:tcPr>
            <w:tcW w:w="8931" w:type="dxa"/>
            <w:shd w:val="clear" w:color="auto" w:fill="F2F2F2" w:themeFill="background1" w:themeFillShade="F2"/>
          </w:tcPr>
          <w:p w14:paraId="70874C8E" w14:textId="22A180FF" w:rsidR="00DE5C41" w:rsidRPr="00A2247F" w:rsidRDefault="00DE5C41" w:rsidP="00351086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 w:rsidRPr="00A2247F">
              <w:rPr>
                <w:rFonts w:cs="Arial"/>
                <w:sz w:val="20"/>
                <w:szCs w:val="20"/>
                <w:lang w:val="it-CH"/>
              </w:rPr>
              <w:t xml:space="preserve">Tema del lavoro scritto (breve descrizione e </w:t>
            </w:r>
            <w:r w:rsidRPr="00C20665">
              <w:rPr>
                <w:rFonts w:cs="Arial"/>
                <w:sz w:val="20"/>
                <w:szCs w:val="20"/>
                <w:lang w:val="it-CH"/>
              </w:rPr>
              <w:t xml:space="preserve">rapporto personale con </w:t>
            </w:r>
            <w:r w:rsidR="00F775AD">
              <w:rPr>
                <w:rFonts w:cs="Arial"/>
                <w:sz w:val="20"/>
                <w:szCs w:val="20"/>
                <w:lang w:val="it-CH"/>
              </w:rPr>
              <w:t>l</w:t>
            </w:r>
            <w:r w:rsidR="00CF756C">
              <w:rPr>
                <w:rFonts w:cs="Arial"/>
                <w:sz w:val="20"/>
                <w:szCs w:val="20"/>
                <w:lang w:val="it-CH"/>
              </w:rPr>
              <w:t>’</w:t>
            </w:r>
            <w:r w:rsidR="00F775AD">
              <w:rPr>
                <w:rFonts w:cs="Arial"/>
                <w:sz w:val="20"/>
                <w:szCs w:val="20"/>
                <w:lang w:val="it-CH"/>
              </w:rPr>
              <w:t>incarico/</w:t>
            </w:r>
            <w:r w:rsidRPr="00C20665">
              <w:rPr>
                <w:rFonts w:cs="Arial"/>
                <w:sz w:val="20"/>
                <w:szCs w:val="20"/>
                <w:lang w:val="it-CH"/>
              </w:rPr>
              <w:t>la tematica</w:t>
            </w:r>
            <w:r w:rsidRPr="00A2247F">
              <w:rPr>
                <w:rFonts w:cs="Arial"/>
                <w:sz w:val="20"/>
                <w:szCs w:val="20"/>
                <w:lang w:val="it-CH"/>
              </w:rPr>
              <w:t>)</w:t>
            </w:r>
          </w:p>
        </w:tc>
      </w:tr>
      <w:tr w:rsidR="00D65645" w:rsidRPr="00754AAB" w14:paraId="7B66FFF1" w14:textId="77777777" w:rsidTr="002E2512">
        <w:tc>
          <w:tcPr>
            <w:tcW w:w="8931" w:type="dxa"/>
          </w:tcPr>
          <w:p w14:paraId="0121DBE2" w14:textId="77777777" w:rsidR="00D65645" w:rsidRPr="00A2247F" w:rsidRDefault="00D65645" w:rsidP="00817C98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2939DD93" w14:textId="77777777" w:rsidR="00D65645" w:rsidRPr="00A2247F" w:rsidRDefault="00D65645" w:rsidP="00817C98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2BF6100E" w14:textId="77777777" w:rsidR="00D65645" w:rsidRPr="00A2247F" w:rsidRDefault="00D65645" w:rsidP="00817C98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19D2BB66" w14:textId="77777777" w:rsidR="00D65645" w:rsidRPr="00A2247F" w:rsidRDefault="00D65645" w:rsidP="00817C98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446BECC4" w14:textId="77777777" w:rsidR="00D65645" w:rsidRPr="00A2247F" w:rsidRDefault="00D65645" w:rsidP="00817C98">
            <w:pPr>
              <w:spacing w:before="120" w:after="120"/>
              <w:rPr>
                <w:rFonts w:cs="Arial"/>
                <w:b/>
                <w:bCs/>
                <w:sz w:val="20"/>
                <w:szCs w:val="20"/>
                <w:lang w:val="it-CH"/>
              </w:rPr>
            </w:pPr>
          </w:p>
        </w:tc>
      </w:tr>
      <w:tr w:rsidR="00543876" w:rsidRPr="00754AAB" w14:paraId="73CFB0AF" w14:textId="77777777" w:rsidTr="00754AAB">
        <w:tc>
          <w:tcPr>
            <w:tcW w:w="8931" w:type="dxa"/>
            <w:shd w:val="clear" w:color="auto" w:fill="F2F2F2" w:themeFill="background1" w:themeFillShade="F2"/>
          </w:tcPr>
          <w:p w14:paraId="3975B5E4" w14:textId="6B1C036C" w:rsidR="00543876" w:rsidRPr="00351086" w:rsidRDefault="00A2247F" w:rsidP="00C20665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 w:rsidRPr="00351086">
              <w:rPr>
                <w:rFonts w:cs="Arial"/>
                <w:sz w:val="20"/>
                <w:szCs w:val="20"/>
                <w:lang w:val="it-CH"/>
              </w:rPr>
              <w:t xml:space="preserve">Descrizione della situazione </w:t>
            </w:r>
            <w:r w:rsidRPr="00C20665">
              <w:rPr>
                <w:rFonts w:cs="Arial"/>
                <w:sz w:val="20"/>
                <w:szCs w:val="20"/>
                <w:lang w:val="it-CH"/>
              </w:rPr>
              <w:t>iniziale</w:t>
            </w:r>
            <w:r w:rsidR="00543876" w:rsidRPr="00C20665">
              <w:rPr>
                <w:rFonts w:cs="Arial"/>
                <w:sz w:val="20"/>
                <w:szCs w:val="20"/>
                <w:lang w:val="it-CH"/>
              </w:rPr>
              <w:t xml:space="preserve"> (</w:t>
            </w:r>
            <w:r w:rsidRPr="00C20665">
              <w:rPr>
                <w:rFonts w:cs="Arial"/>
                <w:sz w:val="20"/>
                <w:szCs w:val="20"/>
                <w:lang w:val="it-CH"/>
              </w:rPr>
              <w:t>c</w:t>
            </w:r>
            <w:r w:rsidR="00543876" w:rsidRPr="00C20665">
              <w:rPr>
                <w:rFonts w:cs="Arial"/>
                <w:sz w:val="20"/>
                <w:szCs w:val="20"/>
                <w:lang w:val="it-CH"/>
              </w:rPr>
              <w:t>omand</w:t>
            </w:r>
            <w:r w:rsidR="00630BC4" w:rsidRPr="00C20665">
              <w:rPr>
                <w:rFonts w:cs="Arial"/>
                <w:sz w:val="20"/>
                <w:szCs w:val="20"/>
                <w:lang w:val="it-CH"/>
              </w:rPr>
              <w:t>o</w:t>
            </w:r>
            <w:r w:rsidR="00543876" w:rsidRPr="00C20665">
              <w:rPr>
                <w:rFonts w:cs="Arial"/>
                <w:sz w:val="20"/>
                <w:szCs w:val="20"/>
                <w:lang w:val="it-CH"/>
              </w:rPr>
              <w:t xml:space="preserve">, </w:t>
            </w:r>
            <w:r w:rsidRPr="00C20665">
              <w:rPr>
                <w:rFonts w:cs="Arial"/>
                <w:sz w:val="20"/>
                <w:szCs w:val="20"/>
                <w:lang w:val="it-CH"/>
              </w:rPr>
              <w:t>quadr</w:t>
            </w:r>
            <w:r w:rsidR="00C20665" w:rsidRPr="00C20665">
              <w:rPr>
                <w:rFonts w:cs="Arial"/>
                <w:sz w:val="20"/>
                <w:szCs w:val="20"/>
                <w:lang w:val="it-CH"/>
              </w:rPr>
              <w:t>i</w:t>
            </w:r>
            <w:r w:rsidR="00543876" w:rsidRPr="00C20665">
              <w:rPr>
                <w:rFonts w:cs="Arial"/>
                <w:sz w:val="20"/>
                <w:szCs w:val="20"/>
                <w:lang w:val="it-CH"/>
              </w:rPr>
              <w:t xml:space="preserve">, </w:t>
            </w:r>
            <w:r w:rsidRPr="00C20665">
              <w:rPr>
                <w:rFonts w:cs="Arial"/>
                <w:sz w:val="20"/>
                <w:szCs w:val="20"/>
                <w:lang w:val="it-CH"/>
              </w:rPr>
              <w:t>truppa</w:t>
            </w:r>
            <w:r w:rsidR="00543876" w:rsidRPr="00C20665">
              <w:rPr>
                <w:rFonts w:cs="Arial"/>
                <w:sz w:val="20"/>
                <w:szCs w:val="20"/>
                <w:lang w:val="it-CH"/>
              </w:rPr>
              <w:t xml:space="preserve">, </w:t>
            </w:r>
            <w:r w:rsidR="00351086" w:rsidRPr="00C20665">
              <w:rPr>
                <w:rFonts w:cs="Arial"/>
                <w:sz w:val="20"/>
                <w:szCs w:val="20"/>
                <w:lang w:val="it-CH"/>
              </w:rPr>
              <w:t xml:space="preserve">esperienza </w:t>
            </w:r>
            <w:r w:rsidR="00C20665" w:rsidRPr="00C20665">
              <w:rPr>
                <w:rFonts w:cs="Arial"/>
                <w:sz w:val="20"/>
                <w:szCs w:val="20"/>
                <w:lang w:val="it-CH"/>
              </w:rPr>
              <w:t>in</w:t>
            </w:r>
            <w:r w:rsidR="00351086" w:rsidRPr="00C20665">
              <w:rPr>
                <w:rFonts w:cs="Arial"/>
                <w:sz w:val="20"/>
                <w:szCs w:val="20"/>
                <w:lang w:val="it-CH"/>
              </w:rPr>
              <w:t xml:space="preserve"> interventi</w:t>
            </w:r>
            <w:r w:rsidR="00543876" w:rsidRPr="00C20665">
              <w:rPr>
                <w:rFonts w:cs="Arial"/>
                <w:sz w:val="20"/>
                <w:szCs w:val="20"/>
                <w:lang w:val="it-CH"/>
              </w:rPr>
              <w:t xml:space="preserve">, </w:t>
            </w:r>
            <w:r w:rsidR="00351086" w:rsidRPr="00C20665">
              <w:rPr>
                <w:rFonts w:cs="Arial"/>
                <w:sz w:val="20"/>
                <w:szCs w:val="20"/>
                <w:lang w:val="it-CH"/>
              </w:rPr>
              <w:t>punti deboli co</w:t>
            </w:r>
            <w:r w:rsidR="00C20665" w:rsidRPr="00C20665">
              <w:rPr>
                <w:rFonts w:cs="Arial"/>
                <w:sz w:val="20"/>
                <w:szCs w:val="20"/>
                <w:lang w:val="it-CH"/>
              </w:rPr>
              <w:t>statati</w:t>
            </w:r>
            <w:r w:rsidR="00351086" w:rsidRPr="00C20665">
              <w:rPr>
                <w:rFonts w:cs="Arial"/>
                <w:sz w:val="20"/>
                <w:szCs w:val="20"/>
                <w:lang w:val="it-CH"/>
              </w:rPr>
              <w:t xml:space="preserve"> ecc.)</w:t>
            </w:r>
          </w:p>
        </w:tc>
      </w:tr>
      <w:tr w:rsidR="00543876" w:rsidRPr="00754AAB" w14:paraId="1CA99AE6" w14:textId="77777777" w:rsidTr="002E2512">
        <w:tc>
          <w:tcPr>
            <w:tcW w:w="8931" w:type="dxa"/>
          </w:tcPr>
          <w:p w14:paraId="01BA2702" w14:textId="77777777" w:rsidR="00543876" w:rsidRPr="00351086" w:rsidRDefault="00543876" w:rsidP="00543876">
            <w:pPr>
              <w:spacing w:before="120" w:after="120"/>
              <w:rPr>
                <w:rFonts w:cs="Arial"/>
                <w:sz w:val="16"/>
                <w:szCs w:val="20"/>
                <w:lang w:val="it-CH"/>
              </w:rPr>
            </w:pPr>
          </w:p>
          <w:p w14:paraId="5D772DE6" w14:textId="77777777" w:rsidR="00543876" w:rsidRPr="00351086" w:rsidRDefault="00543876" w:rsidP="00543876">
            <w:pPr>
              <w:spacing w:before="120" w:after="120"/>
              <w:rPr>
                <w:rFonts w:cs="Arial"/>
                <w:sz w:val="16"/>
                <w:szCs w:val="20"/>
                <w:lang w:val="it-CH"/>
              </w:rPr>
            </w:pPr>
            <w:bookmarkStart w:id="0" w:name="_GoBack"/>
            <w:bookmarkEnd w:id="0"/>
          </w:p>
          <w:p w14:paraId="74FDD7C4" w14:textId="77777777" w:rsidR="00543876" w:rsidRPr="00351086" w:rsidRDefault="00543876" w:rsidP="00543876">
            <w:pPr>
              <w:spacing w:before="120" w:after="120"/>
              <w:rPr>
                <w:rFonts w:cs="Arial"/>
                <w:sz w:val="16"/>
                <w:szCs w:val="20"/>
                <w:lang w:val="it-CH"/>
              </w:rPr>
            </w:pPr>
          </w:p>
          <w:p w14:paraId="494B7336" w14:textId="77777777" w:rsidR="00543876" w:rsidRPr="00351086" w:rsidRDefault="00543876" w:rsidP="00543876">
            <w:pPr>
              <w:spacing w:before="120" w:after="120"/>
              <w:rPr>
                <w:rFonts w:cs="Arial"/>
                <w:sz w:val="16"/>
                <w:szCs w:val="20"/>
                <w:lang w:val="it-CH"/>
              </w:rPr>
            </w:pPr>
          </w:p>
          <w:p w14:paraId="6E8FC5F1" w14:textId="77777777" w:rsidR="00543876" w:rsidRPr="00351086" w:rsidRDefault="00543876" w:rsidP="00543876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</w:p>
        </w:tc>
      </w:tr>
      <w:tr w:rsidR="00543876" w:rsidRPr="00754AAB" w14:paraId="1D346221" w14:textId="77777777" w:rsidTr="00754AAB">
        <w:tc>
          <w:tcPr>
            <w:tcW w:w="8931" w:type="dxa"/>
            <w:shd w:val="clear" w:color="auto" w:fill="F2F2F2" w:themeFill="background1" w:themeFillShade="F2"/>
          </w:tcPr>
          <w:p w14:paraId="31A83635" w14:textId="15C0B3FE" w:rsidR="00543876" w:rsidRPr="00351086" w:rsidRDefault="00351086" w:rsidP="00351086">
            <w:pPr>
              <w:spacing w:before="120" w:after="120"/>
              <w:rPr>
                <w:rFonts w:cs="Arial"/>
                <w:sz w:val="20"/>
                <w:szCs w:val="20"/>
                <w:lang w:val="it-CH"/>
              </w:rPr>
            </w:pPr>
            <w:r w:rsidRPr="00351086">
              <w:rPr>
                <w:rFonts w:cs="Arial"/>
                <w:sz w:val="20"/>
                <w:szCs w:val="20"/>
                <w:lang w:val="it-CH"/>
              </w:rPr>
              <w:t>Obiettivo del lavoro scritto</w:t>
            </w:r>
            <w:r w:rsidR="00543876" w:rsidRPr="00351086">
              <w:rPr>
                <w:rFonts w:cs="Arial"/>
                <w:sz w:val="20"/>
                <w:szCs w:val="20"/>
                <w:lang w:val="it-CH"/>
              </w:rPr>
              <w:t xml:space="preserve"> (</w:t>
            </w:r>
            <w:r>
              <w:rPr>
                <w:rFonts w:cs="Arial"/>
                <w:sz w:val="20"/>
                <w:szCs w:val="20"/>
                <w:lang w:val="it-CH"/>
              </w:rPr>
              <w:t>possibilità d</w:t>
            </w:r>
            <w:r w:rsidR="00CF756C">
              <w:rPr>
                <w:rFonts w:cs="Arial"/>
                <w:sz w:val="20"/>
                <w:szCs w:val="20"/>
                <w:lang w:val="it-CH"/>
              </w:rPr>
              <w:t>’</w:t>
            </w:r>
            <w:r>
              <w:rPr>
                <w:rFonts w:cs="Arial"/>
                <w:sz w:val="20"/>
                <w:szCs w:val="20"/>
                <w:lang w:val="it-CH"/>
              </w:rPr>
              <w:t>utilizzazione</w:t>
            </w:r>
            <w:r w:rsidR="00543876" w:rsidRPr="00351086">
              <w:rPr>
                <w:rFonts w:cs="Arial"/>
                <w:sz w:val="20"/>
                <w:szCs w:val="20"/>
                <w:lang w:val="it-CH"/>
              </w:rPr>
              <w:t xml:space="preserve">, </w:t>
            </w:r>
            <w:r>
              <w:rPr>
                <w:rFonts w:cs="Arial"/>
                <w:sz w:val="20"/>
                <w:szCs w:val="20"/>
                <w:lang w:val="it-CH"/>
              </w:rPr>
              <w:t>rilevanza per l</w:t>
            </w:r>
            <w:r w:rsidR="00CF756C">
              <w:rPr>
                <w:rFonts w:cs="Arial"/>
                <w:sz w:val="20"/>
                <w:szCs w:val="20"/>
                <w:lang w:val="it-CH"/>
              </w:rPr>
              <w:t>’</w:t>
            </w:r>
            <w:r>
              <w:rPr>
                <w:rFonts w:cs="Arial"/>
                <w:sz w:val="20"/>
                <w:szCs w:val="20"/>
                <w:lang w:val="it-CH"/>
              </w:rPr>
              <w:t>istruzione e per gli interventi ecc.</w:t>
            </w:r>
            <w:r w:rsidR="00543876" w:rsidRPr="00351086">
              <w:rPr>
                <w:rFonts w:cs="Arial"/>
                <w:sz w:val="20"/>
                <w:szCs w:val="20"/>
                <w:lang w:val="it-CH"/>
              </w:rPr>
              <w:t>)</w:t>
            </w:r>
          </w:p>
        </w:tc>
      </w:tr>
      <w:tr w:rsidR="00543876" w:rsidRPr="00754AAB" w14:paraId="0AF96288" w14:textId="77777777" w:rsidTr="002E2512">
        <w:tc>
          <w:tcPr>
            <w:tcW w:w="8931" w:type="dxa"/>
          </w:tcPr>
          <w:p w14:paraId="7DA53B6A" w14:textId="77777777" w:rsidR="00543876" w:rsidRPr="00351086" w:rsidRDefault="00543876" w:rsidP="00543876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46E550E3" w14:textId="77777777" w:rsidR="00543876" w:rsidRPr="00351086" w:rsidRDefault="00543876" w:rsidP="00543876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14F885FA" w14:textId="77777777" w:rsidR="00543876" w:rsidRPr="00351086" w:rsidRDefault="00543876" w:rsidP="00543876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1D3891ED" w14:textId="77777777" w:rsidR="00543876" w:rsidRPr="00351086" w:rsidRDefault="00543876" w:rsidP="00543876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it-CH"/>
              </w:rPr>
            </w:pPr>
          </w:p>
          <w:p w14:paraId="1E42FD3A" w14:textId="77777777" w:rsidR="00543876" w:rsidRPr="00351086" w:rsidRDefault="00543876" w:rsidP="00543876">
            <w:pPr>
              <w:spacing w:before="120" w:after="120"/>
              <w:rPr>
                <w:rFonts w:cs="Arial"/>
                <w:b/>
                <w:bCs/>
                <w:sz w:val="20"/>
                <w:szCs w:val="20"/>
                <w:lang w:val="it-CH"/>
              </w:rPr>
            </w:pPr>
          </w:p>
        </w:tc>
      </w:tr>
    </w:tbl>
    <w:p w14:paraId="552E8879" w14:textId="77777777" w:rsidR="004F088E" w:rsidRPr="00100F13" w:rsidRDefault="004F088E" w:rsidP="00754AAB">
      <w:pPr>
        <w:pStyle w:val="berschrift2"/>
        <w:numPr>
          <w:ilvl w:val="0"/>
          <w:numId w:val="0"/>
        </w:numPr>
        <w:ind w:left="576" w:hanging="576"/>
        <w:rPr>
          <w:lang w:val="it-CH"/>
        </w:rPr>
      </w:pPr>
    </w:p>
    <w:sectPr w:rsidR="004F088E" w:rsidRPr="00100F13" w:rsidSect="00754AAB">
      <w:headerReference w:type="default" r:id="rId11"/>
      <w:headerReference w:type="first" r:id="rId12"/>
      <w:footerReference w:type="first" r:id="rId13"/>
      <w:pgSz w:w="11906" w:h="16838" w:code="9"/>
      <w:pgMar w:top="1191" w:right="1134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D8918" w14:textId="77777777" w:rsidR="00CF756C" w:rsidRDefault="00CF756C">
      <w:r>
        <w:separator/>
      </w:r>
    </w:p>
    <w:p w14:paraId="158135C3" w14:textId="77777777" w:rsidR="00CF756C" w:rsidRDefault="00CF756C"/>
  </w:endnote>
  <w:endnote w:type="continuationSeparator" w:id="0">
    <w:p w14:paraId="0664D1C7" w14:textId="77777777" w:rsidR="00CF756C" w:rsidRDefault="00CF756C">
      <w:r>
        <w:continuationSeparator/>
      </w:r>
    </w:p>
    <w:p w14:paraId="64D08486" w14:textId="77777777" w:rsidR="00CF756C" w:rsidRDefault="00CF75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F0D7D" w14:textId="77777777" w:rsidR="00CF756C" w:rsidRPr="00482A04" w:rsidRDefault="00CF756C" w:rsidP="00AE0A1C">
    <w:pPr>
      <w:pStyle w:val="Platzhalter"/>
    </w:pPr>
  </w:p>
  <w:p w14:paraId="7A9D1609" w14:textId="43233DDE" w:rsidR="00CF756C" w:rsidRPr="00994911" w:rsidRDefault="00CF756C" w:rsidP="00095224">
    <w:pPr>
      <w:pStyle w:val="Pfad"/>
      <w:tabs>
        <w:tab w:val="right" w:pos="9071"/>
      </w:tabs>
      <w:rPr>
        <w:sz w:val="16"/>
        <w:szCs w:val="16"/>
        <w:lang w:val="it-CH"/>
      </w:rPr>
    </w:pPr>
    <w:r w:rsidRPr="00DF44F9">
      <w:rPr>
        <w:sz w:val="16"/>
        <w:szCs w:val="16"/>
      </w:rPr>
      <w:tab/>
    </w:r>
    <w:r w:rsidRPr="00DF44F9">
      <w:rPr>
        <w:sz w:val="16"/>
        <w:szCs w:val="16"/>
      </w:rPr>
      <w:fldChar w:fldCharType="begin"/>
    </w:r>
    <w:r w:rsidRPr="00994911">
      <w:rPr>
        <w:sz w:val="16"/>
        <w:szCs w:val="16"/>
        <w:lang w:val="it-CH"/>
      </w:rPr>
      <w:instrText xml:space="preserve"> PAGE   \* MERGEFORMAT </w:instrText>
    </w:r>
    <w:r w:rsidRPr="00DF44F9">
      <w:rPr>
        <w:sz w:val="16"/>
        <w:szCs w:val="16"/>
      </w:rPr>
      <w:fldChar w:fldCharType="separate"/>
    </w:r>
    <w:r w:rsidR="00754AAB">
      <w:rPr>
        <w:sz w:val="16"/>
        <w:szCs w:val="16"/>
        <w:lang w:val="it-CH"/>
      </w:rPr>
      <w:t>1</w:t>
    </w:r>
    <w:r w:rsidRPr="00DF44F9">
      <w:rPr>
        <w:sz w:val="16"/>
        <w:szCs w:val="16"/>
      </w:rPr>
      <w:fldChar w:fldCharType="end"/>
    </w:r>
    <w:r w:rsidRPr="00994911">
      <w:rPr>
        <w:sz w:val="16"/>
        <w:szCs w:val="16"/>
        <w:lang w:val="it-CH"/>
      </w:rPr>
      <w:t xml:space="preserve"> / </w:t>
    </w:r>
    <w:r w:rsidRPr="00DF44F9">
      <w:rPr>
        <w:sz w:val="16"/>
        <w:szCs w:val="16"/>
      </w:rPr>
      <w:fldChar w:fldCharType="begin"/>
    </w:r>
    <w:r w:rsidRPr="00994911">
      <w:rPr>
        <w:sz w:val="16"/>
        <w:szCs w:val="16"/>
        <w:lang w:val="it-CH"/>
      </w:rPr>
      <w:instrText xml:space="preserve"> NUMPAGES   \* MERGEFORMAT </w:instrText>
    </w:r>
    <w:r w:rsidRPr="00DF44F9">
      <w:rPr>
        <w:sz w:val="16"/>
        <w:szCs w:val="16"/>
      </w:rPr>
      <w:fldChar w:fldCharType="separate"/>
    </w:r>
    <w:r w:rsidR="00754AAB">
      <w:rPr>
        <w:sz w:val="16"/>
        <w:szCs w:val="16"/>
        <w:lang w:val="it-CH"/>
      </w:rPr>
      <w:t>13</w:t>
    </w:r>
    <w:r w:rsidRPr="00DF44F9">
      <w:rPr>
        <w:sz w:val="16"/>
        <w:szCs w:val="16"/>
      </w:rPr>
      <w:fldChar w:fldCharType="end"/>
    </w:r>
  </w:p>
  <w:p w14:paraId="23F7CDFC" w14:textId="0128D357" w:rsidR="00CF756C" w:rsidRPr="00994911" w:rsidRDefault="00CF756C" w:rsidP="00095224">
    <w:pPr>
      <w:tabs>
        <w:tab w:val="right" w:pos="9071"/>
      </w:tabs>
      <w:rPr>
        <w:sz w:val="12"/>
        <w:szCs w:val="12"/>
        <w:lang w:val="it-CH" w:eastAsia="de-CH"/>
      </w:rPr>
    </w:pPr>
    <w:r w:rsidRPr="00994911">
      <w:rPr>
        <w:sz w:val="12"/>
        <w:szCs w:val="12"/>
        <w:lang w:val="it-CH" w:eastAsia="de-CH"/>
      </w:rPr>
      <w:tab/>
    </w:r>
    <w:r>
      <w:rPr>
        <w:sz w:val="12"/>
        <w:szCs w:val="12"/>
        <w:lang w:eastAsia="de-CH"/>
      </w:rPr>
      <w:fldChar w:fldCharType="begin"/>
    </w:r>
    <w:r w:rsidRPr="00994911">
      <w:rPr>
        <w:sz w:val="12"/>
        <w:szCs w:val="12"/>
        <w:lang w:val="it-CH" w:eastAsia="de-CH"/>
      </w:rPr>
      <w:instrText xml:space="preserve"> FILENAME   \* MERGEFORMAT </w:instrText>
    </w:r>
    <w:r>
      <w:rPr>
        <w:sz w:val="12"/>
        <w:szCs w:val="12"/>
        <w:lang w:eastAsia="de-CH"/>
      </w:rPr>
      <w:fldChar w:fldCharType="separate"/>
    </w:r>
    <w:r>
      <w:rPr>
        <w:noProof/>
        <w:sz w:val="12"/>
        <w:szCs w:val="12"/>
        <w:lang w:val="it-CH" w:eastAsia="de-CH"/>
      </w:rPr>
      <w:t>2021-03-24 ZSI Direttive Allegato 3 Promemoria Parte esame 1 2022 it.docx</w:t>
    </w:r>
    <w:r>
      <w:rPr>
        <w:sz w:val="12"/>
        <w:szCs w:val="12"/>
        <w:lang w:eastAsia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B099F" w14:textId="77777777" w:rsidR="00CF756C" w:rsidRDefault="00CF756C">
      <w:r>
        <w:separator/>
      </w:r>
    </w:p>
    <w:p w14:paraId="637CE15E" w14:textId="77777777" w:rsidR="00CF756C" w:rsidRDefault="00CF756C"/>
  </w:footnote>
  <w:footnote w:type="continuationSeparator" w:id="0">
    <w:p w14:paraId="21AD96F0" w14:textId="77777777" w:rsidR="00CF756C" w:rsidRDefault="00CF756C">
      <w:r>
        <w:continuationSeparator/>
      </w:r>
    </w:p>
    <w:p w14:paraId="1B8439F9" w14:textId="77777777" w:rsidR="00CF756C" w:rsidRDefault="00CF75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CF756C" w14:paraId="3A0FF5F2" w14:textId="77777777" w:rsidTr="00817C98">
      <w:trPr>
        <w:cantSplit/>
        <w:trHeight w:hRule="exact" w:val="20"/>
      </w:trPr>
      <w:tc>
        <w:tcPr>
          <w:tcW w:w="4848" w:type="dxa"/>
        </w:tcPr>
        <w:p w14:paraId="5630AD66" w14:textId="77777777" w:rsidR="00CF756C" w:rsidRPr="00E534A0" w:rsidRDefault="00CF756C" w:rsidP="00AE0A1C">
          <w:pPr>
            <w:pStyle w:val="Logo"/>
          </w:pPr>
        </w:p>
      </w:tc>
      <w:tc>
        <w:tcPr>
          <w:tcW w:w="4961" w:type="dxa"/>
        </w:tcPr>
        <w:p w14:paraId="61829076" w14:textId="77777777" w:rsidR="00CF756C" w:rsidRPr="00D33E17" w:rsidRDefault="00CF756C" w:rsidP="00AE0A1C">
          <w:pPr>
            <w:pStyle w:val="Kopfzeile"/>
            <w:keepNext/>
          </w:pPr>
        </w:p>
      </w:tc>
    </w:tr>
  </w:tbl>
  <w:p w14:paraId="2BA226A1" w14:textId="77777777" w:rsidR="00CF756C" w:rsidRPr="00C52EBC" w:rsidRDefault="00CF756C" w:rsidP="00DF44F9">
    <w:pPr>
      <w:pStyle w:val="Klassifizierung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703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CF756C" w14:paraId="2D7205BF" w14:textId="77777777" w:rsidTr="00817C98">
      <w:trPr>
        <w:cantSplit/>
        <w:trHeight w:hRule="exact" w:val="2041"/>
      </w:trPr>
      <w:sdt>
        <w:sdtPr>
          <w:alias w:val="Logo"/>
          <w:tag w:val="varLogo"/>
          <w:id w:val="-2053371334"/>
          <w:lock w:val="sdtLocked"/>
          <w:picture/>
        </w:sdtPr>
        <w:sdtEndPr/>
        <w:sdtContent>
          <w:tc>
            <w:tcPr>
              <w:tcW w:w="4848" w:type="dxa"/>
            </w:tcPr>
            <w:p w14:paraId="61CDCEAD" w14:textId="77777777" w:rsidR="00CF756C" w:rsidRDefault="00CF756C" w:rsidP="00AE0A1C">
              <w:pPr>
                <w:pStyle w:val="Logo"/>
              </w:pPr>
              <w:r>
                <w:drawing>
                  <wp:inline distT="0" distB="0" distL="0" distR="0" wp14:anchorId="298D6113" wp14:editId="07777777">
                    <wp:extent cx="2026920" cy="533400"/>
                    <wp:effectExtent l="0" t="0" r="0" b="0"/>
                    <wp:docPr id="2" name="Grafik 2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3" name="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026920" cy="533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4961" w:type="dxa"/>
        </w:tcPr>
        <w:p w14:paraId="76741B4C" w14:textId="46CE1730" w:rsidR="00CF756C" w:rsidRPr="007B7A0D" w:rsidRDefault="00CF756C" w:rsidP="00AE0A1C">
          <w:pPr>
            <w:pStyle w:val="KopfDept"/>
          </w:pPr>
        </w:p>
        <w:p w14:paraId="72F6BF11" w14:textId="6E039E64" w:rsidR="00CF756C" w:rsidRPr="001D4E59" w:rsidRDefault="00CF756C" w:rsidP="00AE0A1C">
          <w:pPr>
            <w:pStyle w:val="KopfFett"/>
          </w:pPr>
        </w:p>
        <w:p w14:paraId="25B850B1" w14:textId="1B9A86ED" w:rsidR="00CF756C" w:rsidRDefault="00CF756C" w:rsidP="00AE0A1C">
          <w:pPr>
            <w:pStyle w:val="Kopfzeile"/>
          </w:pPr>
        </w:p>
      </w:tc>
    </w:tr>
  </w:tbl>
  <w:p w14:paraId="6BB9E253" w14:textId="6B5C770F" w:rsidR="00CF756C" w:rsidRDefault="00CF756C" w:rsidP="00AE0A1C">
    <w:pPr>
      <w:pStyle w:val="Platzhalter"/>
    </w:pPr>
    <w:r w:rsidRPr="00220158">
      <w:rPr>
        <w:rFonts w:eastAsia="Times New Roman"/>
        <w:noProof/>
        <w:sz w:val="24"/>
        <w:szCs w:val="24"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C05110" wp14:editId="56B5B1C1">
              <wp:simplePos x="0" y="0"/>
              <wp:positionH relativeFrom="margin">
                <wp:posOffset>2681605</wp:posOffset>
              </wp:positionH>
              <wp:positionV relativeFrom="paragraph">
                <wp:posOffset>-1345565</wp:posOffset>
              </wp:positionV>
              <wp:extent cx="3362960" cy="1403985"/>
              <wp:effectExtent l="0" t="0" r="8890" b="254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296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ABB8A1" w14:textId="77777777" w:rsidR="00CF756C" w:rsidRPr="000A1840" w:rsidRDefault="00CF756C" w:rsidP="004F088E">
                          <w:pPr>
                            <w:spacing w:after="120"/>
                            <w:rPr>
                              <w:sz w:val="18"/>
                              <w:lang w:val="it-CH"/>
                            </w:rPr>
                          </w:pPr>
                          <w:r w:rsidRPr="000A1840">
                            <w:rPr>
                              <w:sz w:val="18"/>
                              <w:lang w:val="it-CH"/>
                            </w:rPr>
                            <w:t>Dipartimento federale della difesa,</w:t>
                          </w:r>
                          <w:r w:rsidRPr="000A1840">
                            <w:rPr>
                              <w:sz w:val="18"/>
                              <w:lang w:val="it-CH"/>
                            </w:rPr>
                            <w:br/>
                            <w:t>della protezione della popolazione e dello sport DDPS</w:t>
                          </w:r>
                        </w:p>
                        <w:p w14:paraId="23826AE0" w14:textId="5789B085" w:rsidR="00CF756C" w:rsidRPr="004F088E" w:rsidRDefault="00CF756C" w:rsidP="004F088E">
                          <w:pPr>
                            <w:rPr>
                              <w:sz w:val="18"/>
                              <w:lang w:val="it-CH"/>
                            </w:rPr>
                          </w:pPr>
                          <w:r w:rsidRPr="000A1840">
                            <w:rPr>
                              <w:b/>
                              <w:sz w:val="18"/>
                              <w:lang w:val="it-CH"/>
                            </w:rPr>
                            <w:t>Ufficio federale della protezione della popolazione UFPP</w:t>
                          </w:r>
                          <w:r>
                            <w:rPr>
                              <w:b/>
                              <w:sz w:val="18"/>
                              <w:lang w:val="it-CH"/>
                            </w:rPr>
                            <w:br/>
                          </w:r>
                          <w:r w:rsidRPr="004F088E">
                            <w:rPr>
                              <w:sz w:val="18"/>
                              <w:lang w:val="it-CH"/>
                            </w:rPr>
                            <w:t>Istruzione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DC0511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11.15pt;margin-top:-105.95pt;width:264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" stroked="f">
              <v:textbox style="mso-fit-shape-to-text:t">
                <w:txbxContent>
                  <w:p w14:paraId="7BABB8A1" w14:textId="77777777" w:rsidR="00CF756C" w:rsidRPr="000A1840" w:rsidRDefault="00CF756C" w:rsidP="004F088E">
                    <w:pPr>
                      <w:spacing w:after="120"/>
                      <w:rPr>
                        <w:sz w:val="18"/>
                        <w:lang w:val="it-CH"/>
                      </w:rPr>
                    </w:pPr>
                    <w:r w:rsidRPr="000A1840">
                      <w:rPr>
                        <w:sz w:val="18"/>
                        <w:lang w:val="it-CH"/>
                      </w:rPr>
                      <w:t>Dipartimento federale della difesa,</w:t>
                    </w:r>
                    <w:r w:rsidRPr="000A1840">
                      <w:rPr>
                        <w:sz w:val="18"/>
                        <w:lang w:val="it-CH"/>
                      </w:rPr>
                      <w:br/>
                      <w:t>della protezione della popolazione e dello sport DDPS</w:t>
                    </w:r>
                  </w:p>
                  <w:p w14:paraId="23826AE0" w14:textId="5789B085" w:rsidR="00CF756C" w:rsidRPr="004F088E" w:rsidRDefault="00CF756C" w:rsidP="004F088E">
                    <w:pPr>
                      <w:rPr>
                        <w:sz w:val="18"/>
                        <w:lang w:val="it-CH"/>
                      </w:rPr>
                    </w:pPr>
                    <w:r w:rsidRPr="000A1840">
                      <w:rPr>
                        <w:b/>
                        <w:sz w:val="18"/>
                        <w:lang w:val="it-CH"/>
                      </w:rPr>
                      <w:t>Ufficio federale della protezione della popolazione UFPP</w:t>
                    </w:r>
                    <w:r>
                      <w:rPr>
                        <w:b/>
                        <w:sz w:val="18"/>
                        <w:lang w:val="it-CH"/>
                      </w:rPr>
                      <w:br/>
                    </w:r>
                    <w:r w:rsidRPr="004F088E">
                      <w:rPr>
                        <w:sz w:val="18"/>
                        <w:lang w:val="it-CH"/>
                      </w:rPr>
                      <w:t>Istruzione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3DE523C" w14:textId="77777777" w:rsidR="00CF756C" w:rsidRDefault="00CF756C" w:rsidP="00AE0A1C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080F"/>
    <w:multiLevelType w:val="hybridMultilevel"/>
    <w:tmpl w:val="47ECB094"/>
    <w:lvl w:ilvl="0" w:tplc="C762A78C">
      <w:start w:val="1"/>
      <w:numFmt w:val="bullet"/>
      <w:pStyle w:val="VBS-EingercktBullet2"/>
      <w:lvlText w:val="-"/>
      <w:lvlJc w:val="left"/>
      <w:pPr>
        <w:ind w:left="1353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17AA109A"/>
    <w:multiLevelType w:val="multilevel"/>
    <w:tmpl w:val="2A9E3424"/>
    <w:lvl w:ilvl="0">
      <w:start w:val="1"/>
      <w:numFmt w:val="decimal"/>
      <w:pStyle w:val="berschrift1"/>
      <w:lvlText w:val="%1"/>
      <w:lvlJc w:val="left"/>
      <w:pPr>
        <w:tabs>
          <w:tab w:val="num" w:pos="3125"/>
        </w:tabs>
        <w:ind w:left="3125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2703"/>
        </w:tabs>
        <w:ind w:left="2703" w:hanging="576"/>
      </w:pPr>
      <w:rPr>
        <w:sz w:val="22"/>
        <w:szCs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4017354"/>
    <w:multiLevelType w:val="hybridMultilevel"/>
    <w:tmpl w:val="6958C3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40EB9"/>
    <w:multiLevelType w:val="hybridMultilevel"/>
    <w:tmpl w:val="5B3EF0B4"/>
    <w:lvl w:ilvl="0" w:tplc="D16CC21C">
      <w:start w:val="1"/>
      <w:numFmt w:val="bullet"/>
      <w:pStyle w:val="VBS-TabelleBullet1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lang w:val="it-CH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4355F"/>
    <w:multiLevelType w:val="hybridMultilevel"/>
    <w:tmpl w:val="33A8F9DA"/>
    <w:lvl w:ilvl="0" w:tplc="B54CBC60">
      <w:start w:val="1"/>
      <w:numFmt w:val="lowerLetter"/>
      <w:pStyle w:val="VBS-EingercktBullet4"/>
      <w:lvlText w:val="%1."/>
      <w:lvlJc w:val="left"/>
      <w:pPr>
        <w:ind w:left="1713" w:hanging="360"/>
      </w:pPr>
    </w:lvl>
    <w:lvl w:ilvl="1" w:tplc="08070019" w:tentative="1">
      <w:start w:val="1"/>
      <w:numFmt w:val="lowerLetter"/>
      <w:lvlText w:val="%2."/>
      <w:lvlJc w:val="left"/>
      <w:pPr>
        <w:ind w:left="2433" w:hanging="360"/>
      </w:pPr>
    </w:lvl>
    <w:lvl w:ilvl="2" w:tplc="0807001B" w:tentative="1">
      <w:start w:val="1"/>
      <w:numFmt w:val="lowerRoman"/>
      <w:lvlText w:val="%3."/>
      <w:lvlJc w:val="right"/>
      <w:pPr>
        <w:ind w:left="3153" w:hanging="180"/>
      </w:pPr>
    </w:lvl>
    <w:lvl w:ilvl="3" w:tplc="0807000F" w:tentative="1">
      <w:start w:val="1"/>
      <w:numFmt w:val="decimal"/>
      <w:lvlText w:val="%4."/>
      <w:lvlJc w:val="left"/>
      <w:pPr>
        <w:ind w:left="3873" w:hanging="360"/>
      </w:pPr>
    </w:lvl>
    <w:lvl w:ilvl="4" w:tplc="08070019" w:tentative="1">
      <w:start w:val="1"/>
      <w:numFmt w:val="lowerLetter"/>
      <w:lvlText w:val="%5."/>
      <w:lvlJc w:val="left"/>
      <w:pPr>
        <w:ind w:left="4593" w:hanging="360"/>
      </w:pPr>
    </w:lvl>
    <w:lvl w:ilvl="5" w:tplc="0807001B" w:tentative="1">
      <w:start w:val="1"/>
      <w:numFmt w:val="lowerRoman"/>
      <w:lvlText w:val="%6."/>
      <w:lvlJc w:val="right"/>
      <w:pPr>
        <w:ind w:left="5313" w:hanging="180"/>
      </w:pPr>
    </w:lvl>
    <w:lvl w:ilvl="6" w:tplc="0807000F" w:tentative="1">
      <w:start w:val="1"/>
      <w:numFmt w:val="decimal"/>
      <w:lvlText w:val="%7."/>
      <w:lvlJc w:val="left"/>
      <w:pPr>
        <w:ind w:left="6033" w:hanging="360"/>
      </w:pPr>
    </w:lvl>
    <w:lvl w:ilvl="7" w:tplc="08070019" w:tentative="1">
      <w:start w:val="1"/>
      <w:numFmt w:val="lowerLetter"/>
      <w:lvlText w:val="%8."/>
      <w:lvlJc w:val="left"/>
      <w:pPr>
        <w:ind w:left="6753" w:hanging="360"/>
      </w:pPr>
    </w:lvl>
    <w:lvl w:ilvl="8" w:tplc="080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27D138BC"/>
    <w:multiLevelType w:val="hybridMultilevel"/>
    <w:tmpl w:val="F78EA4CC"/>
    <w:lvl w:ilvl="0" w:tplc="5E02E576">
      <w:numFmt w:val="bullet"/>
      <w:pStyle w:val="VBS-EingercktBullet3"/>
      <w:lvlText w:val="+"/>
      <w:lvlJc w:val="left"/>
      <w:pPr>
        <w:ind w:left="1713" w:hanging="360"/>
      </w:pPr>
      <w:rPr>
        <w:rFonts w:ascii="Arial" w:eastAsia="Calibri" w:hAnsi="Aria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C381E27"/>
    <w:multiLevelType w:val="hybridMultilevel"/>
    <w:tmpl w:val="81726B26"/>
    <w:lvl w:ilvl="0" w:tplc="8A8487BE">
      <w:start w:val="1"/>
      <w:numFmt w:val="bullet"/>
      <w:pStyle w:val="VBS-EingercktBullet1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48937840"/>
    <w:multiLevelType w:val="hybridMultilevel"/>
    <w:tmpl w:val="72AA830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84677"/>
    <w:multiLevelType w:val="hybridMultilevel"/>
    <w:tmpl w:val="2B0CB038"/>
    <w:lvl w:ilvl="0" w:tplc="CD7CA954">
      <w:start w:val="1"/>
      <w:numFmt w:val="lowerLetter"/>
      <w:pStyle w:val="VBS-TabelleBullet4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47DE2"/>
    <w:multiLevelType w:val="hybridMultilevel"/>
    <w:tmpl w:val="26FAADBE"/>
    <w:lvl w:ilvl="0" w:tplc="15108B34">
      <w:start w:val="1"/>
      <w:numFmt w:val="bullet"/>
      <w:pStyle w:val="VBS-TabelleBullet2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97F48"/>
    <w:multiLevelType w:val="hybridMultilevel"/>
    <w:tmpl w:val="99F25B1E"/>
    <w:lvl w:ilvl="0" w:tplc="7506DA28">
      <w:numFmt w:val="bullet"/>
      <w:pStyle w:val="VBS-TabelleBullet3"/>
      <w:lvlText w:val="+"/>
      <w:lvlJc w:val="left"/>
      <w:pPr>
        <w:ind w:left="720" w:hanging="360"/>
      </w:pPr>
      <w:rPr>
        <w:rFonts w:ascii="Arial" w:eastAsia="Calibr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C364F"/>
    <w:multiLevelType w:val="hybridMultilevel"/>
    <w:tmpl w:val="4C5E24B0"/>
    <w:lvl w:ilvl="0" w:tplc="E1AAC7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it-CH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7"/>
  </w:num>
  <w:num w:numId="11">
    <w:abstractNumId w:val="2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trackedChanges" w:enforcement="0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mt" w:val="Informatik Service Center"/>
    <w:docVar w:name="Amtkurz" w:val="ISC EJPD"/>
    <w:docVar w:name="de-CH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header&quot; Target=&quot;header3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17&quot; Type=&quot;http://schemas.openxmlformats.org/officeDocument/2006/relationships/theme&quot; Target=&quot;theme/theme1.xml&quot; /&gt;&lt;Relationship Id=&quot;rId2&quot; Type=&quot;http://schemas.openxmlformats.org/officeDocument/2006/relationships/customXml&quot; Target=&quot;../customXml/item1.xml&quot; /&gt;&lt;Relationship Id=&quot;rId16&quot; Type=&quot;http://schemas.openxmlformats.org/officeDocument/2006/relationships/glossaryDocument&quot; Target=&quot;glossary/document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footer&quot; Target=&quot;footer1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fontTable&quot; Target=&quot;fontTable.xml&quot; /&gt;&lt;Relationship Id=&quot;rId10&quot; Type=&quot;http://schemas.openxmlformats.org/officeDocument/2006/relationships/header&quot; Target=&quot;header2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footer&quot; Target=&quot;footer3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4F2238E76EB64405B600D6BECFF503B2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even&quot; r:id=&quot;rId9&quot; /&gt;&lt;w:headerReference w:type=&quot;default&quot; r:id=&quot;rId10&quot; /&gt;&lt;w:footerReference w:type=&quot;even&quot; r:id=&quot;rId11&quot; /&gt;&lt;w:footerReference w:type=&quot;default&quot; r:id=&quot;rId12&quot; /&gt;&lt;w:headerReference w:type=&quot;first&quot; r:id=&quot;rId13&quot; /&gt;&lt;w:footerReference w:type=&quot;first&quot; r:id=&quot;rId14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header3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0C04BFE7&quot; wp14:editId=&quot;2D42B718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4A8420DF3E514D7E88CA252FC936451E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4A8420DF3E514D7E88CA252FC936451E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4A8420DF3E514D7E88CA252FC936451E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p w:rsidR=&quot;00A060C1&quot; w:rsidRDefault=&quot;00A060C1&quot;&gt;&lt;w:pPr&gt;&lt;w:pStyle w:val=&quot;Header&quot; /&gt;&lt;/w:pPr&gt;&lt;/w:p&gt;&lt;/w:hdr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D60C3CEF79504BEA97775F183C30EF60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p w:rsidR=&quot;00A060C1&quot; w:rsidRDefault=&quot;00A060C1&quot;&gt;&lt;w:pPr&gt;&lt;w:pStyle w:val=&quot;Footer&quot; /&gt;&lt;/w:pPr&gt;&lt;/w:p&gt;&lt;/w:ft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/w:rPr&gt;&lt;/w:pPr&gt;&lt;/w:p&gt;&lt;/w:ftr&gt;&lt;/pkg:xmlData&gt;&lt;/pkg:part&gt;&lt;pkg:part pkg:name=&quot;/word/footer3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627059&quot; w:rsidRDefault=&quot;00627059&quot;&gt;&lt;w:r&gt;&lt;w:separator /&gt;&lt;/w:r&gt;&lt;/w:p&gt;&lt;w:p w:rsidR=&quot;00627059&quot; w:rsidRDefault=&quot;00627059&quot; /&gt;&lt;/w:endnote&gt;&lt;w:endnote w:type=&quot;continuationSeparator&quot; w:id=&quot;0&quot;&gt;&lt;w:p w:rsidR=&quot;00627059&quot; w:rsidRDefault=&quot;00627059&quot;&gt;&lt;w:r&gt;&lt;w:continuationSeparator /&gt;&lt;/w:r&gt;&lt;/w:p&gt;&lt;w:p w:rsidR=&quot;00627059&quot; w:rsidRDefault=&quot;00627059&quot; /&gt;&lt;/w:endnote&gt;&lt;/w:endnotes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627059&quot; w:rsidRDefault=&quot;00627059&quot;&gt;&lt;w:r&gt;&lt;w:separator /&gt;&lt;/w:r&gt;&lt;/w:p&gt;&lt;w:p w:rsidR=&quot;00627059&quot; w:rsidRDefault=&quot;00627059&quot; /&gt;&lt;/w:footnote&gt;&lt;w:footnote w:type=&quot;continuationSeparator&quot; w:id=&quot;0&quot;&gt;&lt;w:p w:rsidR=&quot;00627059&quot; w:rsidRDefault=&quot;00627059&quot;&gt;&lt;w:r&gt;&lt;w:continuationSeparator /&gt;&lt;/w:r&gt;&lt;/w:p&gt;&lt;w:p w:rsidR=&quot;00627059&quot; w:rsidRDefault=&quot;00627059&quot; /&gt;&lt;/w:footnote&gt;&lt;/w:footnotes&gt;&lt;/pkg:xmlData&gt;&lt;/pkg:part&gt;&lt;pkg:part pkg:name=&quot;/word/_rels/header3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0506AB&quot; /&gt;&lt;w:rsid w:val=&quot;002248E8&quot; /&gt;&lt;w:rsid w:val=&quot;00250911&quot; /&gt;&lt;w:rsid w:val=&quot;00323DF0&quot; /&gt;&lt;w:rsid w:val=&quot;00386FA4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4F2238E76EB64405B600D6BECFF503B2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830005EC-A6DF-4D5A-A836-57EF5D0DE17F}&quot; /&gt;&lt;/w:docPartPr&gt;&lt;w:docPartBody&gt;&lt;w:p w:rsidR=&quot;00000000&quot; w:rsidRDefault=&quot;00AE02AC&quot; w:rsidP=&quot;00AE02AC&quot;&gt;&lt;w:pPr&gt;&lt;w:pStyle w:val=&quot;4F2238E76EB64405B600D6BECFF503B2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4A8420DF3E514D7E88CA252FC936451E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574EAD31-D77F-4A57-855A-112786DAAF9F}&quot; /&gt;&lt;/w:docPartPr&gt;&lt;w:docPartBody&gt;&lt;w:p w:rsidR=&quot;00000000&quot; w:rsidRDefault=&quot;00AE02AC&quot; w:rsidP=&quot;00AE02AC&quot;&gt;&lt;w:pPr&gt;&lt;w:pStyle w:val=&quot;4A8420DF3E514D7E88CA252FC936451E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D60C3CEF79504BEA97775F183C30EF60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A5BFC54D-B75E-4A65-A03A-83A56A3359AA}&quot; /&gt;&lt;/w:docPartPr&gt;&lt;w:docPartBody&gt;&lt;w:p w:rsidR=&quot;00000000&quot; w:rsidRDefault=&quot;00AE02AC&quot; w:rsidP=&quot;00AE02AC&quot;&gt;&lt;w:pPr&gt;&lt;w:pStyle w:val=&quot;D60C3CEF79504BEA97775F183C30EF60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"/>
    <w:docVar w:name="de-CH1_LanguageVersion" w:val="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id w:val=&quot;001F152B&quot; /&gt;&lt;w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27059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"/>
    <w:docVar w:name="de-CH2_LanguageVersion" w:val="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"/>
    <w:docVar w:name="de-CH3_LanguageVersion" w:val="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/pkg:package&gt;"/>
    <w:docVar w:name="Dept" w:val="Eidgenössisches Justiz- und Polizeidepartement"/>
    <w:docVar w:name="Deptkurz" w:val="EJPD"/>
    <w:docVar w:name="en-US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fontTable&quot; Target=&quot;fontTable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2&quot; Type=&quot;http://schemas.openxmlformats.org/officeDocument/2006/relationships/customXml&quot; Target=&quot;../customXml/item1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header&quot; Target=&quot;header2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theme&quot; Target=&quot;theme/theme1.xml&quot; /&gt;&lt;Relationship Id=&quot;rId10&quot; Type=&quot;http://schemas.openxmlformats.org/officeDocument/2006/relationships/footer&quot; Target=&quot;footer1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glossaryDocument&quot; Target=&quot;glossary/document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4F2238E76EB64405B600D6BECFF503B2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default&quot; r:id=&quot;rId9&quot; /&gt;&lt;w:footerReference w:type=&quot;default&quot; r:id=&quot;rId10&quot; /&gt;&lt;w:headerReference w:type=&quot;first&quot; r:id=&quot;rId11&quot; /&gt;&lt;w:footerReference w:type=&quot;first&quot; r:id=&quot;rId12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/w:rPr&gt;&lt;/w:pPr&gt;&lt;/w:p&gt;&lt;/w:ftr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8E4B98&quot; w:rsidRDefault=&quot;008E4B98&quot;&gt;&lt;w:r&gt;&lt;w:separator /&gt;&lt;/w:r&gt;&lt;/w:p&gt;&lt;w:p w:rsidR=&quot;008E4B98&quot; w:rsidRDefault=&quot;008E4B98&quot; /&gt;&lt;/w:footnote&gt;&lt;w:footnote w:type=&quot;continuationSeparator&quot; w:id=&quot;0&quot;&gt;&lt;w:p w:rsidR=&quot;008E4B98&quot; w:rsidRDefault=&quot;008E4B98&quot;&gt;&lt;w:r&gt;&lt;w:continuationSeparator /&gt;&lt;/w:r&gt;&lt;/w:p&gt;&lt;w:p w:rsidR=&quot;008E4B98&quot; w:rsidRDefault=&quot;008E4B98&quot; /&gt;&lt;/w:footnote&gt;&lt;/w:footnotes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0C04BFE7&quot; wp14:editId=&quot;2D42B718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4A8420DF3E514D7E88CA252FC936451E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4A8420DF3E514D7E88CA252FC936451E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4A8420DF3E514D7E88CA252FC936451E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D60C3CEF79504BEA97775F183C30EF60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_rels/header2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8E4B98&quot; w:rsidRDefault=&quot;008E4B98&quot;&gt;&lt;w:r&gt;&lt;w:separator /&gt;&lt;/w:r&gt;&lt;/w:p&gt;&lt;w:p w:rsidR=&quot;008E4B98&quot; w:rsidRDefault=&quot;008E4B98&quot; /&gt;&lt;/w:endnote&gt;&lt;w:endnote w:type=&quot;continuationSeparator&quot; w:id=&quot;0&quot;&gt;&lt;w:p w:rsidR=&quot;008E4B98&quot; w:rsidRDefault=&quot;008E4B98&quot;&gt;&lt;w:r&gt;&lt;w:continuationSeparator /&gt;&lt;/w:r&gt;&lt;/w:p&gt;&lt;w:p w:rsidR=&quot;008E4B98&quot; w:rsidRDefault=&quot;008E4B98&quot; /&gt;&lt;/w:endnote&gt;&lt;/w:endnotes&gt;&lt;/pkg:xml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2248E8&quot; /&gt;&lt;w:rsid w:val=&quot;00250911&quot; /&gt;&lt;w:rsid w:val=&quot;00323DF0&quot; /&gt;&lt;w:rsid w:val=&quot;00386FA4&quot; /&gt;&lt;w:rsid w:val=&quot;004C116D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4F2238E76EB64405B600D6BECFF503B2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830005EC-A6DF-4D5A-A836-57EF5D0DE17F}&quot; /&gt;&lt;/w:docPartPr&gt;&lt;w:docPartBody&gt;&lt;w:p w:rsidR=&quot;00000000&quot; w:rsidRDefault=&quot;00AE02AC&quot; w:rsidP=&quot;00AE02AC&quot;&gt;&lt;w:pPr&gt;&lt;w:pStyle w:val=&quot;4F2238E76EB64405B600D6BECFF503B2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4A8420DF3E514D7E88CA252FC936451E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574EAD31-D77F-4A57-855A-112786DAAF9F}&quot; /&gt;&lt;/w:docPartPr&gt;&lt;w:docPartBody&gt;&lt;w:p w:rsidR=&quot;00000000&quot; w:rsidRDefault=&quot;00AE02AC&quot; w:rsidP=&quot;00AE02AC&quot;&gt;&lt;w:pPr&gt;&lt;w:pStyle w:val=&quot;4A8420DF3E514D7E88CA252FC936451E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D60C3CEF79504BEA97775F183C30EF60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A5BFC54D-B75E-4A65-A03A-83A56A3359AA}&quot; /&gt;&lt;/w:docPartPr&gt;&lt;w:docPartBody&gt;&lt;w:p w:rsidR=&quot;00000000&quot; w:rsidRDefault=&quot;00AE02AC&quot; w:rsidP=&quot;00AE02AC&quot;&gt;&lt;w:pPr&gt;&lt;w:pStyle w:val=&quot;D60C3CEF79504BEA97775F183C30EF60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id w:val=&quot;001F152B&quot; /&gt;&lt;w"/>
    <w:docVar w:name="en-US1_LanguageVersion" w:val="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E4B98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"/>
    <w:docVar w:name="en-US2_LanguageVersion" w:val="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"/>
    <w:docVar w:name="en-US3_LanguageVersion" w:val="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/pkg:package&gt;"/>
    <w:docVar w:name="fr-CH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fontTable&quot; Target=&quot;fontTable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2&quot; Type=&quot;http://schemas.openxmlformats.org/officeDocument/2006/relationships/customXml&quot; Target=&quot;../customXml/item1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header&quot; Target=&quot;header2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theme&quot; Target=&quot;theme/theme1.xml&quot; /&gt;&lt;Relationship Id=&quot;rId10&quot; Type=&quot;http://schemas.openxmlformats.org/officeDocument/2006/relationships/footer&quot; Target=&quot;footer1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glossaryDocument&quot; Target=&quot;glossary/document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116D11D867404168AECD4582713D25A8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default&quot; r:id=&quot;rId9&quot; /&gt;&lt;w:footerReference w:type=&quot;default&quot; r:id=&quot;rId10&quot; /&gt;&lt;w:headerReference w:type=&quot;first&quot; r:id=&quot;rId11&quot; /&gt;&lt;w:footerReference w:type=&quot;first&quot; r:id=&quot;rId12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w:lang w:val=&quot;fr-CH&quot; /&gt;&lt;/w:rPr&gt;&lt;/w:pPr&gt;&lt;/w:p&gt;&lt;/w:ftr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DF4A8C&quot; w:rsidRDefault=&quot;00DF4A8C&quot;&gt;&lt;w:r&gt;&lt;w:separator /&gt;&lt;/w:r&gt;&lt;/w:p&gt;&lt;w:p w:rsidR=&quot;00DF4A8C&quot; w:rsidRDefault=&quot;00DF4A8C&quot; /&gt;&lt;/w:footnote&gt;&lt;w:footnote w:type=&quot;continuationSeparator&quot; w:id=&quot;0&quot;&gt;&lt;w:p w:rsidR=&quot;00DF4A8C&quot; w:rsidRDefault=&quot;00DF4A8C&quot;&gt;&lt;w:r&gt;&lt;w:continuationSeparator /&gt;&lt;/w:r&gt;&lt;/w:p&gt;&lt;w:p w:rsidR=&quot;00DF4A8C&quot; w:rsidRDefault=&quot;00DF4A8C&quot; /&gt;&lt;/w:footnote&gt;&lt;/w:footnotes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02701160&quot; wp14:editId=&quot;20573EC8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D12F7938E01E4C1C90FCA950792C12DC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D12F7938E01E4C1C90FCA950792C12DC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D12F7938E01E4C1C90FCA950792C12DC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93C095493E3A43F7A1F9C41F5744EA37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_rels/header2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DF4A8C&quot; w:rsidRDefault=&quot;00DF4A8C&quot;&gt;&lt;w:r&gt;&lt;w:separator /&gt;&lt;/w:r&gt;&lt;/w:p&gt;&lt;w:p w:rsidR=&quot;00DF4A8C&quot; w:rsidRDefault=&quot;00DF4A8C&quot; /&gt;&lt;/w:endnote&gt;&lt;w:endnote w:type=&quot;continuationSeparator&quot; w:id=&quot;0&quot;&gt;&lt;w:p w:rsidR=&quot;00DF4A8C&quot; w:rsidRDefault=&quot;00DF4A8C&quot;&gt;&lt;w:r&gt;&lt;w:continuationSeparator /&gt;&lt;/w:r&gt;&lt;/w:p&gt;&lt;w:p w:rsidR=&quot;00DF4A8C&quot; w:rsidRDefault=&quot;00DF4A8C&quot; /&gt;&lt;/w:endnote&gt;&lt;/w:endnotes&gt;&lt;/pkg:xml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2248E8&quot; /&gt;&lt;w:rsid w:val=&quot;00250911&quot; /&gt;&lt;w:rsid w:val=&quot;00323DF0&quot; /&gt;&lt;w:rsid w:val=&quot;00386FA4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EE4920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116D11D867404168AECD4582713D25A8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F1BDEB62-E708-4ABC-AE6A-6FE3C2528691}&quot; /&gt;&lt;/w:docPartPr&gt;&lt;w:docPartBody&gt;&lt;w:p w:rsidR=&quot;00000000&quot; w:rsidRDefault=&quot;00AE02AC&quot; w:rsidP=&quot;00AE02AC&quot;&gt;&lt;w:pPr&gt;&lt;w:pStyle w:val=&quot;116D11D867404168AECD4582713D25A8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D12F7938E01E4C1C90FCA950792C12DC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8A0DBFBE-B6CE-4A2E-B835-20F7D13E7A26}&quot; /&gt;&lt;/w:docPartPr&gt;&lt;w:docPartBody&gt;&lt;w:p w:rsidR=&quot;00000000&quot; w:rsidRDefault=&quot;00AE02AC&quot; w:rsidP=&quot;00AE02AC&quot;&gt;&lt;w:pPr&gt;&lt;w:pStyle w:val=&quot;D12F7938E01E4C1C90FCA950792C12DC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93C095493E3A43F7A1F9C41F5744EA37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31CB3C20-E62D-464F-A480-720DEEC2931B}&quot; /&gt;&lt;/w:docPartPr&gt;&lt;w:docPartBody&gt;&lt;w:p w:rsidR=&quot;00000000&quot; w:rsidRDefault=&quot;00AE02AC&quot; w:rsidP=&quot;00AE02AC&quot;&gt;&lt;w:pPr&gt;&lt;w:pStyle w:val=&quot;93C095493E3A43F7A1F9C41F5744EA37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"/>
    <w:docVar w:name="fr-CH1_LanguageVersion" w:val="id w:val=&quot;001F152B&quot; /&gt;&lt;w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DF4A8C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116D11D867404168AECD4582713D25A8&quot;&gt;&lt;w:name w:val=&quot;116D11D867404168AECD4582713D25A8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12F7938E01E4C1C90FCA950792C12DC&quot;&gt;&lt;w:name w:val=&quot;D12F7938E01E4C1C90FCA950792C12D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93C095493E3A43F7A1F9C41F5744EA37&quot;&gt;&lt;w:name w:val=&quot;93C095493E3A43F7A1F9C41F5744EA37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"/>
    <w:docVar w:name="fr-CH2_LanguageVersion" w:val="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"/>
    <w:docVar w:name="fr-CH3_LanguageVersion" w:val="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/pkg:package&gt;"/>
    <w:docVar w:name="FussAdr" w:val="Dr. Ariane Schmutzdocvar non existante, 3003 Bern-Zollikofen+41 31 323 78 13, +41 31 323 79 39"/>
    <w:docVar w:name="GARAIO_XmlDialogDefinition_100" w:val="&lt;DocumentDefinition Title=&quot;de-CH=Basisformular Hochformat#fr-CH=Formulaire de base, format portrait#it-CH=Modulo di base - Orientamento verticale#en-US=Basic form portrait format#rm-CH=n.a.#es-ES=n.a.&quot;&gt;&lt;Step Type=&quot;ChooseLanguageStep&quot; Title=&quot;de-CH=Dokumentsprache#fr-CH=Langue du document#it-CH=Lingua del documento#en-US=Document language&quot; /&gt;&lt;Step Type=&quot;Step&quot; Title=&quot;de-CH=Allgemein#fr-CH=Informations générales#it-CH=Informazioni generali#en-US=General information#rm-CH=General information#es-ES=General information&quot;&gt;&lt;StepItem Type=&quot;StepItemLookupControl&quot; Weight=&quot;10&quot;&gt;&lt;LookupXmlFile&gt;LU_VBS_Kennzeichnungen_SelektModell.xml&lt;/LookupXmlFile&gt;&lt;XmlFilesPath&gt;\\ifc1.ifr.intra2.admin.ch\Userhomes\U80807232\Documents\CD_BUND_UserDefinition&lt;/XmlFilesPath&gt;&lt;ControlCount&gt;3&lt;/ControlCount&gt;&lt;DocVariableName1&gt;varlookup1&lt;/DocVariableName1&gt;&lt;DocVariableValue1&gt;Eidgenössisches Departement für Verteidigung,&amp;#xB;Bevölkerungsschutz und Sport VBS&lt;/DocVariableValue1&gt;&lt;DocVariableName2&gt;varlookup2&lt;/DocVariableName2&gt;&lt;DocVariableValue2&gt;&lt;/DocVariableValue2&gt;&lt;DocVariableName3&gt;varlookup3&lt;/DocVariableName3&gt;&lt;DocVariableValue3&gt;&lt;/DocVariableValue3&gt;&lt;IsNotEnabled&gt;False&lt;/IsNotEnabled&gt;&lt;IsSaveableLocally&gt;False&lt;/IsSaveableLocally&gt;&lt;IsNotVisible&gt;False&lt;/IsNotVisible&gt;&lt;SetDatafromSender&gt;True&lt;/SetDatafromSender&gt;&lt;/StepItem&gt;&lt;StepItem Type=&quot;StepItemDropDownControl&quot; Weight=&quot;20&quot;&gt;&lt;DocVariableName&gt;Klassifizierungsvermerk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Klassifizierung&lt;/Value&gt;&lt;/LocalizedValue&gt;&lt;LocalizedValue&gt;&lt;CultureID&gt;fr-CH&lt;/CultureID&gt;&lt;Value&gt;Statut&lt;/Value&gt;&lt;/LocalizedValue&gt;&lt;LocalizedValue&gt;&lt;CultureID&gt;it-CH&lt;/CultureID&gt;&lt;Value&gt;Avvertenza&lt;/Value&gt;&lt;/LocalizedValue&gt;&lt;LocalizedValue&gt;&lt;CultureID&gt;en-US&lt;/CultureID&gt;&lt;Value&gt;Classification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-US&lt;/CultureID&gt;&lt;Value&gt;;RESTRICTED;SECRET;CONFIDENTIAL;CONFIDENTIAL (when completed)&lt;/Value&gt;&lt;/LocalizedValue&gt;&lt;LocalizedValue&gt;&lt;CultureID&gt;de-CH&lt;/CultureID&gt;&lt;Value&gt;;INTERN;GEHEIM;VERTRAULICH;VERTRAULICH (wenn ausgefüllt)&lt;/Value&gt;&lt;/LocalizedValue&gt;&lt;LocalizedValue&gt;&lt;CultureID&gt;it-CH&lt;/CultureID&gt;&lt;Value&gt;;AD USO INTERNO;SEGRETO;CONFIDENZIALE;CONFIDENZIALE (se compilato)&lt;/Value&gt;&lt;/LocalizedValue&gt;&lt;LocalizedValue&gt;&lt;CultureID&gt;fr-CH&lt;/CultureID&gt;&lt;Value&gt;;INTERNE;SECRET;CONFIDENTIEL;CONFIDENTIEL (lorsque rempli)&lt;/Value&gt;&lt;/LocalizedValue&gt;&lt;/Defaultvalues&gt;&lt;/StepItem&gt;&lt;StepItem Type=&quot;StepItemDropDownControl&quot; Weight=&quot;30&quot;&gt;&lt;DocVariableName&gt;Klassifizierung_Beilage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Klassifizierung Beilage&lt;/Value&gt;&lt;/LocalizedValue&gt;&lt;LocalizedValue&gt;&lt;CultureID&gt;fr-CH&lt;/CultureID&gt;&lt;Value&gt;Statut d'annexe&lt;/Value&gt;&lt;/LocalizedValue&gt;&lt;LocalizedValue&gt;&lt;CultureID&gt;it-CH&lt;/CultureID&gt;&lt;Value&gt;Avvertenza d'allegato&lt;/Value&gt;&lt;/LocalizedValue&gt;&lt;LocalizedValue&gt;&lt;CultureID&gt;en-US&lt;/CultureID&gt;&lt;Value&gt;Annex classification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-US&lt;/CultureID&gt;&lt;Value&gt;;Annex CONFIDENTIAL;Annex SECRET&lt;/Value&gt;&lt;/LocalizedValue&gt;&lt;LocalizedValue&gt;&lt;CultureID&gt;de-CH&lt;/CultureID&gt;&lt;Value&gt;;Beilage(n) VERTRAULICH;Beilage(n) GEHEIM&lt;/Value&gt;&lt;/LocalizedValue&gt;&lt;LocalizedValue&gt;&lt;CultureID&gt;it-CH&lt;/CultureID&gt;&lt;Value&gt;;Allegato(i) CONFIDENZIALE;Allegato(i) SEGRETO&lt;/Value&gt;&lt;/LocalizedValue&gt;&lt;LocalizedValue&gt;&lt;CultureID&gt;fr-CH&lt;/CultureID&gt;&lt;Value&gt;;Annexe(s) CONFIDENTIEL;Annexe(s) SECRET&lt;/Value&gt;&lt;/LocalizedValue&gt;&lt;/Defaultvalues&gt;&lt;/StepItem&gt;&lt;StepItem Type=&quot;StepItemMappedTextboxControl&quot; Weight=&quot;40&quot;&gt;&lt;DocVariableName&gt;Klassifizierung_Mapper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Klassifizierung_Mapper&lt;/Value&gt;&lt;/LocalizedValue&gt;&lt;LocalizedValue&gt;&lt;CultureID&gt;fr-CH&lt;/CultureID&gt;&lt;Value&gt;Klassifizierung_Mapper&lt;/Value&gt;&lt;/LocalizedValue&gt;&lt;LocalizedValue&gt;&lt;CultureID&gt;it-CH&lt;/CultureID&gt;&lt;Value&gt;Klassifizierung_Mapper&lt;/Value&gt;&lt;/LocalizedValue&gt;&lt;LocalizedValue&gt;&lt;CultureID&gt;en-US&lt;/CultureID&gt;&lt;Value&gt;Klassifizierung_Mapper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False&lt;/IsNotVisible&gt;&lt;MappedTextPlaceholders&gt;[Klassifizierungsvermerk]_x000d__x000d__x000a_[Klassifizierung_Beilage]&lt;/MappedTextPlaceholders&gt;&lt;/StepItem&gt;&lt;StepItem Type=&quot;StepItemTextboxDataControl&quot; Weight=&quot;50&quot;&gt;&lt;DocVariableName&gt;var_Name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Name&lt;/Value&gt;&lt;/LocalizedValue&gt;&lt;LocalizedValue&gt;&lt;CultureID&gt;fr-CH&lt;/CultureID&gt;&lt;Value&gt;Name&lt;/Value&gt;&lt;/LocalizedValue&gt;&lt;LocalizedValue&gt;&lt;CultureID&gt;it-CH&lt;/CultureID&gt;&lt;Value&gt;Name&lt;/Value&gt;&lt;/LocalizedValue&gt;&lt;LocalizedValue&gt;&lt;CultureID&gt;en-US&lt;/CultureID&gt;&lt;Value&gt;Name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True&lt;/IsNotVisible&gt;&lt;IsMustField&gt;False&lt;/IsMustField&gt;&lt;FieldValidationMode&gt;Text&lt;/FieldValidationMode&gt;&lt;Defaultvalues&gt;&lt;LocalizedValue&gt;&lt;CultureID&gt;en-US&lt;/CultureID&gt;&lt;Value&gt;&lt;/Value&gt;&lt;/LocalizedValue&gt;&lt;LocalizedValue&gt;&lt;CultureID&gt;de-CH&lt;/CultureID&gt;&lt;Value&gt;&lt;/Value&gt;&lt;/LocalizedValue&gt;&lt;LocalizedValue&gt;&lt;CultureID&gt;it-CH&lt;/CultureID&gt;&lt;Value&gt;&lt;/Value&gt;&lt;/LocalizedValue&gt;&lt;LocalizedValue&gt;&lt;CultureID&gt;fr-CH&lt;/CultureID&gt;&lt;Value&gt;&lt;/Value&gt;&lt;/LocalizedValue&gt;&lt;/Defaultvalues&gt;&lt;AbsenderAdressProperty&gt;Lastname&lt;/AbsenderAdressProperty&gt;&lt;EmpfaengerAdressProperty&gt;&lt;/EmpfaengerAdressProperty&gt;&lt;/StepItem&gt;&lt;/Step&gt;&lt;Step Type=&quot;Step&quot; Title=&quot;de-CH=Logo#fr-CH=Logo#it-CH=Logo#en-US=Logo&quot;&gt;&lt;StepItem Type=&quot;StepItemLogoControl&quot; Weight=&quot;10&quot;&gt;&lt;DocVariableName&gt;varLogo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Logo&lt;/Value&gt;&lt;/LocalizedValue&gt;&lt;LocalizedValue&gt;&lt;CultureID&gt;fr-CH&lt;/CultureID&gt;&lt;Value&gt;Logo&lt;/Value&gt;&lt;/LocalizedValue&gt;&lt;LocalizedValue&gt;&lt;CultureID&gt;it-CH&lt;/CultureID&gt;&lt;Value&gt;Logo&lt;/Value&gt;&lt;/LocalizedValue&gt;&lt;LocalizedValue&gt;&lt;CultureID&gt;en-US&lt;/CultureID&gt;&lt;Value&gt;Logo&lt;/Value&gt;&lt;/LocalizedValue&gt;&lt;LocalizedValue&gt;&lt;CultureID&gt;es-ES&lt;/CultureID&gt;&lt;Value&gt;Logo&lt;/Value&gt;&lt;/LocalizedValue&gt;&lt;LocalizedValue&gt;&lt;CultureID&gt;rm-CH&lt;/CultureID&gt;&lt;Value&gt;Logo&lt;/Value&gt;&lt;/LocalizedValue&gt;&lt;/Caption&gt;&lt;IsNotEnabled&gt;False&lt;/IsNotEnabled&gt;&lt;IsSaveableLocally&gt;False&lt;/IsSaveableLocally&gt;&lt;IsNotVisible&gt;False&lt;/IsNotVisible&gt;&lt;Logos&gt;&lt;LogoObjectSerialized&gt;﻿&amp;lt;?xml version=&quot;1.0&quot; encoding=&quot;utf-8&quot;?&amp;gt;&amp;lt;Logo xmlns:xsi=&quot;http://www.w3.org/2001/XMLSchema-instance&quot; xmlns:xsd=&quot;http://www.w3.org/2001/XMLSchema&quot;&amp;gt;&amp;lt;FileName&amp;gt;NewLogo_RGB.jpg&amp;lt;/FileName&amp;gt;&amp;lt;LogoString&amp;gt;/9j/4AAQSkZJRgABAgECWAJYAAD/4Q7tRXhpZgAATU0AKgAAAAgABwESAAMAAAABAAEAAAEaAAUAAAABAAAAYgEbAAUAAAABAAAAagEoAAMAAAABAAIAAAExAAIAAAAcAAAAcgEyAAIAAAAUAAAAjodpAAQAAAABAAAApAAAANAAW42AAAAnEABbjYAAACcQQWRvYmUgUGhvdG9zaG9wIENTNCBXaW5kb3dzADIwMDk6MDU6MTIgMTQ6NTQ6NDcAAAAAA6ABAAMAAAAB//8AAKACAAQAAAABAAAFMqADAAQAAAABAAABXgAAAAAAAAAGAQMAAwAAAAEABgAAARoABQAAAAEAAAEeARsABQAAAAEAAAEmASgAAwAAAAEAAgAAAgEABAAAAAEAAAEuAgIABAAAAAEAAA23AAAAAAAAAEgAAAABAAAASAAAAAH/2P/gABBKRklG"/>
    <w:docVar w:name="GARAIO_XmlDialogDefinition_101" w:val="AAECAABIAEgAAP/tAAxBZG9iZV9DTQAB/+4ADkFkb2JlAGSAAAAAAf/bAIQADAgICAkIDAkJDBELCgsRFQ8MDA8VGBMTFRMTGBEMDAwMDAwRDAwMDAwMDAwMDAwMDAwMDAwMDAwMDAwMDAwMDAENCwsNDg0QDg4QFA4ODhQUDg4ODhQRDAwMDAwREQwMDAwMDBEMDAwMDAwMDAwMDAwMDAwMDAwMDAwMDAwMDAwM/8AAEQgAK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E4QklNBAIAAAAAAAQAAAAAOEJJTQQwAAAAAAACAQE4QklNBC0AAAAAAAYAAQAAAAI4QklNBAgAAAAAABAAAAABAAACQAAAAkAAAAAAOEJJTQQeAAAAAAAEAAAAADhCSU0EGgAAAAADSQAAAAYAAAAAAAAAAAAAAV4AAAUyAAAACgBOAGUAdwBMAG8AZwBvAFIARwBCAAAAAQAAAAAAAAAAAAAAAAAAAAAAAAABAAAAAAAAAAAAAAUyAAABXgAAAAAAAAAAAAAAAAAAAAABAAAAAAAAAAAAAAAAAAAAAAAAABAAAAABAAAAAAAAbnVsbAAAAAIAAAAGYm91bmRzT2JqYwAAAAEAAAAAAABSY3QxAAAABAAAAABUb3AgbG9uZwAAAAAAAAAATGVmdGxvbmcAAAAAAAAAAEJ0b21sb25nAAABXgAAAABSZ2h0bG9uZwAABTI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V4AAAAAUmdodGxvbmcAAAUy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AjhCSU0EDAAAAAAN0wAAAAEAAACgAAAAKgAAAeAAAE7AAAANtwAYAAH/2P/gABBKRklGAAECAABIAEgAAP/tAAxBZG9iZV9DTQAB/+4ADkFkb2JlAGSAAAAAAf/bAIQADAgICAkIDAkJDBELCgsRFQ8MDA8VGBMTFRMTGBEMDAwMDAwRDAwMDAwMDAwMDAwMDAwMDAwMDAwMDAwMDAwMDAENCwsNDg0QDg4QFA4ODhQUDg4ODhQRDAwMDAwREQwMDAwMDBEMDAwMDAwMDAwMDAwMDAwMDAwMDAwMDAwMDAwM/8AAEQgAK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"/>
    <w:docVar w:name="GARAIO_XmlDialogDefinition_102" w:val="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"/>
    <w:docVar w:name="GARAIO_XmlDialogDefinition_103" w:val="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"/>
    <w:docVar w:name="GARAIO_XmlDialogDefinition_104" w:val="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"/>
    <w:docVar w:name="GARAIO_XmlDialogDefinition_105" w:val="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"/>
    <w:docVar w:name="GARAIO_XmlDialogDefinition_106" w:val="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"/>
    <w:docVar w:name="GARAIO_XmlDialogDefinition_107" w:val="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"/>
    <w:docVar w:name="GARAIO_XmlDialogDefinition_108" w:val="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"/>
    <w:docVar w:name="GARAIO_XmlDialogDefinition_109" w:val="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&amp;lt;/LogoString&amp;gt;&amp;lt;PicBezeichnungDE /&amp;gt;&amp;lt;PicBeschreibungDE /&amp;gt;&amp;lt;PicBezeichnungFR /&amp;gt;&amp;lt;PicBeschreibungFR /&amp;gt;&amp;lt;PicBezeichnungIT /&amp;gt;&amp;lt;PicBeschreibungIT /&amp;gt;&amp;lt;PicBezeichnungEN /&amp;gt;&amp;lt;PicBeschreibungEN /&amp;gt;&amp;lt;PicBezeichnungES /&amp;gt;&amp;lt;PicBeschreibungES /&amp;gt;&amp;lt;PicBezeichnungRM /&amp;gt;&amp;lt;PicBeschreibungRM /&amp;gt;&amp;lt;IstStandardLogo&amp;gt;false&amp;lt;/IstStandardLogo&amp;gt;&amp;lt;HatAuswahlDruckOptionen&amp;gt;false&amp;lt;/HatAuswahlDruckOptionen&amp;gt;&amp;lt;/Logo&amp;gt;&lt;/LogoObjectSerialized&gt;&lt;LogoObjectSerialized&gt;﻿&amp;lt;?xml version=&quot;1.0&quot; encoding=&quot;utf-8&quot;?&amp;gt;&amp;lt;Logo xmlns:xsi=&quot;http://www.w3.org/2001/XMLSchema-instance&quot; xmlns:xsd=&quot;http://www.w3.org/2001/XMLSchema&quot;&amp;gt;&amp;lt;FileName&amp;gt;NewLogo_GRST.jpg&amp;lt;/FileName&amp;gt;&amp;lt;LogoString&amp;gt;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"/>
    <w:docVar w:name="GARAIO_XmlDialogDefinition_110" w:val="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"/>
    <w:docVar w:name="GARAIO_XmlDialogDefinition_111" w:val="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"/>
    <w:docVar w:name="GARAIO_XmlDialogDefinition_112" w:val="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"/>
    <w:docVar w:name="GARAIO_XmlDialogDefinition_113" w:val="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"/>
    <w:docVar w:name="GARAIO_XmlDialogDefinition_114" w:val="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"/>
    <w:docVar w:name="GARAIO_XmlDialogDefinition_115" w:val="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"/>
    <w:docVar w:name="GARAIO_XmlDialogDefinition_116" w:val="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"/>
    <w:docVar w:name="GARAIO_XmlDialogDefinition_117" w:val="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"/>
    <w:docVar w:name="GARAIO_XmlDialogDefinition_118" w:val="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&amp;lt;/LogoString&amp;gt;&amp;lt;PicBezeichnungDE /&amp;gt;&amp;lt;PicBeschreibungDE /&amp;gt;&amp;lt;PicBezeichnungFR /&amp;gt;&amp;lt;PicBeschreibungFR /&amp;gt;&amp;lt;PicBezeichnungIT /&amp;gt;&amp;lt;PicBeschreibungIT /&amp;gt;&amp;lt;PicBezeichnungEN /&amp;gt;&amp;lt;PicBeschreibungEN /&amp;gt;&amp;lt;PicBezeichnungES /&amp;gt;&amp;lt;PicBeschreibungES /&amp;gt;&amp;lt;PicBezeichnungRM /&amp;gt;&amp;lt;PicBeschreibungRM /&amp;gt;&amp;lt;IstStandardLogo&amp;gt;true&amp;lt;/IstStandardLogo&amp;gt;&amp;lt;HatAuswahlDruckOptionen&amp;gt;false&amp;lt;/HatAuswahlDruckOptionen&amp;gt;&amp;lt;/Logo&amp;gt;&lt;/LogoObjectSerialized&gt;&lt;/Logos&gt;&lt;/StepItem&gt;&lt;/Step&gt;&lt;/DocumentDefinition&gt;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DocumentLanguage" w:val="de-CH"/>
    <w:docVar w:name="GaraioLogoMappedText" w:val="[Klassifizierungsvermerk]_x000d__x000d__x000d__x000a_[Klassifizierung_Beilage]"/>
    <w:docVar w:name="GaraioRunCounter" w:val="2"/>
    <w:docVar w:name="GaraioTextLogoContinueWithLogo" w:val="False"/>
    <w:docVar w:name="GaraioTextLogoImageStyle" w:val="True"/>
    <w:docVar w:name="it-CH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fontTable&quot; Target=&quot;fontTable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2&quot; Type=&quot;http://schemas.openxmlformats.org/officeDocument/2006/relationships/customXml&quot; Target=&quot;../customXml/item1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header&quot; Target=&quot;header2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theme&quot; Target=&quot;theme/theme1.xml&quot; /&gt;&lt;Relationship Id=&quot;rId10&quot; Type=&quot;http://schemas.openxmlformats.org/officeDocument/2006/relationships/footer&quot; Target=&quot;footer1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glossaryDocument&quot; Target=&quot;glossary/document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75D861E217AF4255B54704FBD1B22BE5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default&quot; r:id=&quot;rId9&quot; /&gt;&lt;w:footerReference w:type=&quot;default&quot; r:id=&quot;rId10&quot; /&gt;&lt;w:headerReference w:type=&quot;first&quot; r:id=&quot;rId11&quot; /&gt;&lt;w:footerReference w:type=&quot;first&quot; r:id=&quot;rId12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w:lang w:val=&quot;it-CH&quot; /&gt;&lt;/w:rPr&gt;&lt;/w:pPr&gt;&lt;/w:p&gt;&lt;/w:ftr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2B5F69&quot; w:rsidRDefault=&quot;002B5F69&quot;&gt;&lt;w:r&gt;&lt;w:separator /&gt;&lt;/w:r&gt;&lt;/w:p&gt;&lt;w:p w:rsidR=&quot;002B5F69&quot; w:rsidRDefault=&quot;002B5F69&quot; /&gt;&lt;/w:footnote&gt;&lt;w:footnote w:type=&quot;continuationSeparator&quot; w:id=&quot;0&quot;&gt;&lt;w:p w:rsidR=&quot;002B5F69&quot; w:rsidRDefault=&quot;002B5F69&quot;&gt;&lt;w:r&gt;&lt;w:continuationSeparator /&gt;&lt;/w:r&gt;&lt;/w:p&gt;&lt;w:p w:rsidR=&quot;002B5F69&quot; w:rsidRDefault=&quot;002B5F69&quot; /&gt;&lt;/w:footnote&gt;&lt;/w:footnotes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1D3FECEE&quot; wp14:editId=&quot;3871155E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15A95722E1D5466BA3628972B10002CC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15A95722E1D5466BA3628972B10002CC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15A95722E1D5466BA3628972B10002CC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3A6504E48D114940904B0FA5C513E7D7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_rels/header2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2B5F69&quot; w:rsidRDefault=&quot;002B5F69&quot;&gt;&lt;w:r&gt;&lt;w:separator /&gt;&lt;/w:r&gt;&lt;/w:p&gt;&lt;w:p w:rsidR=&quot;002B5F69&quot; w:rsidRDefault=&quot;002B5F69&quot; /&gt;&lt;/w:endnote&gt;&lt;w:endnote w:type=&quot;continuationSeparator&quot; w:id=&quot;0&quot;&gt;&lt;w:p w:rsidR=&quot;002B5F69&quot; w:rsidRDefault=&quot;002B5F69&quot;&gt;&lt;w:r&gt;&lt;w:continuationSeparator /&gt;&lt;/w:r&gt;&lt;/w:p&gt;&lt;w:p w:rsidR=&quot;002B5F69&quot; w:rsidRDefault=&quot;002B5F69&quot; /&gt;&lt;/w:endnote&gt;&lt;/w:endnotes&gt;&lt;/pkg:xml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2248E8&quot; /&gt;&lt;w:rsid w:val=&quot;00250911&quot; /&gt;&lt;w:rsid w:val=&quot;00323DF0&quot; /&gt;&lt;w:rsid w:val=&quot;00386FA4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13145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75D861E217AF4255B54704FBD1B22BE5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DAFFA073-69FB-4784-9EFF-1FDEC6332095}&quot; /&gt;&lt;/w:docPartPr&gt;&lt;w:docPartBody&gt;&lt;w:p w:rsidR=&quot;00000000&quot; w:rsidRDefault=&quot;00AE02AC&quot; w:rsidP=&quot;00AE02AC&quot;&gt;&lt;w:pPr&gt;&lt;w:pStyle w:val=&quot;75D861E217AF4255B54704FBD1B22BE5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15A95722E1D5466BA3628972B10002CC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332114DC-5330-4594-9068-B3D9F71C471E}&quot; /&gt;&lt;/w:docPartPr&gt;&lt;w:docPartBody&gt;&lt;w:p w:rsidR=&quot;00000000&quot; w:rsidRDefault=&quot;00AE02AC&quot; w:rsidP=&quot;00AE02AC&quot;&gt;&lt;w:pPr&gt;&lt;w:pStyle w:val=&quot;15A95722E1D5466BA3628972B10002CC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3A6504E48D114940904B0FA5C513E7D7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9C8CFBB5-B60E-4571-9392-02B7AFF3B5CB}&quot; /&gt;&lt;/w:docPartPr&gt;&lt;w:docPartBody&gt;&lt;w:p w:rsidR=&quot;00000000&quot; w:rsidRDefault=&quot;00AE02AC&quot; w:rsidP=&quot;00AE02AC&quot;&gt;&lt;w:pPr&gt;&lt;w:pStyle w:val=&quot;3A6504E48D114940904B0FA5C513E7D7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"/>
    <w:docVar w:name="it-CH1_LanguageVersion" w:val="id w:val=&quot;001F152B&quot; /&gt;&lt;w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5F69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116D11D867404168AECD4582713D25A8&quot;&gt;&lt;w:name w:val=&quot;116D11D867404168AECD4582713D25A8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12F7938E01E4C1C90FCA950792C12DC&quot;&gt;&lt;w:name w:val=&quot;D12F7938E01E4C1C90FCA950792C12D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93C095493E3A43F7A1F9C41F5744EA37&quot;&gt;&lt;w:name w:val=&quot;93C095493E3A43F7A1F9C41F5744EA37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5C23FA377F79421EA4BB155EEBCB61D9&quot;&gt;&lt;w:name w:val=&quot;5C23FA377F79421EA4BB155EEBCB61D9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"/>
    <w:docVar w:name="it-CH2_LanguageVersion" w:val="le w:type=&quot;paragraph&quot; w:customStyle=&quot;1&quot; w:styleId=&quot;4D27E676B7904A48B1B8AB8B92B0F128&quot;&gt;&lt;w:name w:val=&quot;4D27E676B7904A48B1B8AB8B92B0F128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FCE1C722FB7C4449AA571EE463B6069C&quot;&gt;&lt;w:name w:val=&quot;FCE1C722FB7C4449AA571EE463B6069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75D861E217AF4255B54704FBD1B22BE5&quot;&gt;&lt;w:name w:val=&quot;75D861E217AF4255B54704FBD1B22BE5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15A95722E1D5466BA3628972B10002CC&quot;&gt;&lt;w:name w:val=&quot;15A95722E1D5466BA3628972B10002C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3A6504E48D114940904B0FA5C513E7D7&quot;&gt;&lt;w:name w:val=&quot;3A6504E48D114940904B0FA5C513E7D7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"/>
    <w:docVar w:name="it-CH3_LanguageVersion" w:val="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/pkg:package&gt;"/>
    <w:docVar w:name="Klassifizierung_Beilage" w:val=" "/>
    <w:docVar w:name="Klassifizierung_Mapper" w:val=" "/>
    <w:docVar w:name="Klassifizierungsvermerk" w:val=" "/>
    <w:docVar w:name="Kurzzeichen" w:val="unserzeichen_esa"/>
    <w:docVar w:name="OrgEinheit" w:val="Bundeskriminalpolizei"/>
    <w:docVar w:name="PostAbs" w:val="3003 Bern-Zollikofen, SA, ISC EJPD, Industriestrasse 1, Postfach"/>
    <w:docVar w:name="Settings" w:val="&lt;Settings autoTextPath=&quot;&quot; recieverEnableOutlook=&quot;False&quot; recieverEnableLocalAddress=&quot;False&quot; documentLanguages=&quot;en-US|fr-CH|de-CH|it-CH&quot; /&gt;"/>
    <w:docVar w:name="SYSTEM:DocVarsVisible" w:val="no"/>
    <w:docVar w:name="TemplateLayoutLanguage" w:val="de-CH"/>
    <w:docVar w:name="TemplateVersion" w:val="4"/>
    <w:docVar w:name="var_Name" w:val="Campestrin"/>
    <w:docVar w:name="varLogo" w:val="NewLogo_RGB.jpg"/>
    <w:docVar w:name="varlookup1" w:val="Eidgenössisches Departement für Verteidigung,_x000b_Bevölkerungsschutz und Sport VBS"/>
    <w:docVar w:name="varlookup2" w:val="Bundesamt für Bevölkerungsschutz BABS"/>
    <w:docVar w:name="varlookup3" w:val="Ausbildung"/>
  </w:docVars>
  <w:rsids>
    <w:rsidRoot w:val="00AE0A1C"/>
    <w:rsid w:val="000009FB"/>
    <w:rsid w:val="00000A8A"/>
    <w:rsid w:val="000012A1"/>
    <w:rsid w:val="00003318"/>
    <w:rsid w:val="00003CCD"/>
    <w:rsid w:val="0000523F"/>
    <w:rsid w:val="000126E2"/>
    <w:rsid w:val="000154F3"/>
    <w:rsid w:val="00016A47"/>
    <w:rsid w:val="0002211E"/>
    <w:rsid w:val="00023616"/>
    <w:rsid w:val="0002383A"/>
    <w:rsid w:val="00023A7F"/>
    <w:rsid w:val="00024E24"/>
    <w:rsid w:val="00025206"/>
    <w:rsid w:val="00026181"/>
    <w:rsid w:val="00026C83"/>
    <w:rsid w:val="00030704"/>
    <w:rsid w:val="000319AC"/>
    <w:rsid w:val="00034F7B"/>
    <w:rsid w:val="00035D1F"/>
    <w:rsid w:val="0003676F"/>
    <w:rsid w:val="00040F5F"/>
    <w:rsid w:val="00042946"/>
    <w:rsid w:val="00043D9E"/>
    <w:rsid w:val="000518F6"/>
    <w:rsid w:val="000543FF"/>
    <w:rsid w:val="00055FA6"/>
    <w:rsid w:val="00056243"/>
    <w:rsid w:val="000625F8"/>
    <w:rsid w:val="000643A8"/>
    <w:rsid w:val="000643F3"/>
    <w:rsid w:val="00064826"/>
    <w:rsid w:val="00064A36"/>
    <w:rsid w:val="0006600F"/>
    <w:rsid w:val="00066A4F"/>
    <w:rsid w:val="0007019C"/>
    <w:rsid w:val="000726D2"/>
    <w:rsid w:val="0007441B"/>
    <w:rsid w:val="00075B85"/>
    <w:rsid w:val="00076FD5"/>
    <w:rsid w:val="00080957"/>
    <w:rsid w:val="00082518"/>
    <w:rsid w:val="00083AAC"/>
    <w:rsid w:val="00083BFC"/>
    <w:rsid w:val="00083D0C"/>
    <w:rsid w:val="00084D23"/>
    <w:rsid w:val="000850D6"/>
    <w:rsid w:val="00086927"/>
    <w:rsid w:val="00093CA0"/>
    <w:rsid w:val="00094D72"/>
    <w:rsid w:val="00094E73"/>
    <w:rsid w:val="00095224"/>
    <w:rsid w:val="000968E1"/>
    <w:rsid w:val="00097C86"/>
    <w:rsid w:val="000A127C"/>
    <w:rsid w:val="000A196C"/>
    <w:rsid w:val="000A1C18"/>
    <w:rsid w:val="000A3E6E"/>
    <w:rsid w:val="000A668C"/>
    <w:rsid w:val="000B2460"/>
    <w:rsid w:val="000B4E19"/>
    <w:rsid w:val="000C02BB"/>
    <w:rsid w:val="000C0B35"/>
    <w:rsid w:val="000C1AE9"/>
    <w:rsid w:val="000C1F0F"/>
    <w:rsid w:val="000C2CE9"/>
    <w:rsid w:val="000C3857"/>
    <w:rsid w:val="000C3D56"/>
    <w:rsid w:val="000C4011"/>
    <w:rsid w:val="000C4341"/>
    <w:rsid w:val="000C668B"/>
    <w:rsid w:val="000C6B71"/>
    <w:rsid w:val="000C7630"/>
    <w:rsid w:val="000D064F"/>
    <w:rsid w:val="000D64E9"/>
    <w:rsid w:val="000E132D"/>
    <w:rsid w:val="000E21EB"/>
    <w:rsid w:val="000E4191"/>
    <w:rsid w:val="000E5D57"/>
    <w:rsid w:val="000E5FE7"/>
    <w:rsid w:val="000F1558"/>
    <w:rsid w:val="00100F13"/>
    <w:rsid w:val="00101339"/>
    <w:rsid w:val="00102A71"/>
    <w:rsid w:val="00104B54"/>
    <w:rsid w:val="00107BA3"/>
    <w:rsid w:val="0011202D"/>
    <w:rsid w:val="001129DF"/>
    <w:rsid w:val="001134E9"/>
    <w:rsid w:val="001145F7"/>
    <w:rsid w:val="00120320"/>
    <w:rsid w:val="00120D62"/>
    <w:rsid w:val="00121ACA"/>
    <w:rsid w:val="00122EB9"/>
    <w:rsid w:val="001243FA"/>
    <w:rsid w:val="00127277"/>
    <w:rsid w:val="00127926"/>
    <w:rsid w:val="00131D68"/>
    <w:rsid w:val="00133DA5"/>
    <w:rsid w:val="00134D6A"/>
    <w:rsid w:val="00135B96"/>
    <w:rsid w:val="00135FA1"/>
    <w:rsid w:val="00142436"/>
    <w:rsid w:val="00146982"/>
    <w:rsid w:val="0014759A"/>
    <w:rsid w:val="00151182"/>
    <w:rsid w:val="00151857"/>
    <w:rsid w:val="00153451"/>
    <w:rsid w:val="001536FE"/>
    <w:rsid w:val="001538FE"/>
    <w:rsid w:val="001539B1"/>
    <w:rsid w:val="001560B2"/>
    <w:rsid w:val="00162272"/>
    <w:rsid w:val="00162CB8"/>
    <w:rsid w:val="001657E9"/>
    <w:rsid w:val="0017116A"/>
    <w:rsid w:val="0017436F"/>
    <w:rsid w:val="00174A1D"/>
    <w:rsid w:val="0017527F"/>
    <w:rsid w:val="00176E29"/>
    <w:rsid w:val="001800D0"/>
    <w:rsid w:val="00180184"/>
    <w:rsid w:val="00184E7E"/>
    <w:rsid w:val="0018569F"/>
    <w:rsid w:val="001866A0"/>
    <w:rsid w:val="001879B9"/>
    <w:rsid w:val="00192806"/>
    <w:rsid w:val="00194792"/>
    <w:rsid w:val="0019539A"/>
    <w:rsid w:val="00195A1A"/>
    <w:rsid w:val="00196374"/>
    <w:rsid w:val="001975DE"/>
    <w:rsid w:val="00197FDD"/>
    <w:rsid w:val="001A05F3"/>
    <w:rsid w:val="001A0E2C"/>
    <w:rsid w:val="001A32E7"/>
    <w:rsid w:val="001A3E26"/>
    <w:rsid w:val="001A519F"/>
    <w:rsid w:val="001A6CCA"/>
    <w:rsid w:val="001A7525"/>
    <w:rsid w:val="001B13B0"/>
    <w:rsid w:val="001B219A"/>
    <w:rsid w:val="001B2430"/>
    <w:rsid w:val="001B7325"/>
    <w:rsid w:val="001C3DAE"/>
    <w:rsid w:val="001C4BDA"/>
    <w:rsid w:val="001C5823"/>
    <w:rsid w:val="001D0025"/>
    <w:rsid w:val="001D15A1"/>
    <w:rsid w:val="001D1737"/>
    <w:rsid w:val="001D2EC3"/>
    <w:rsid w:val="001D4D22"/>
    <w:rsid w:val="001D4E59"/>
    <w:rsid w:val="001E0D34"/>
    <w:rsid w:val="001E1A29"/>
    <w:rsid w:val="001E6660"/>
    <w:rsid w:val="001E7A9B"/>
    <w:rsid w:val="001E7C79"/>
    <w:rsid w:val="001F0A8A"/>
    <w:rsid w:val="001F152B"/>
    <w:rsid w:val="001F1AD7"/>
    <w:rsid w:val="001F661F"/>
    <w:rsid w:val="001F786B"/>
    <w:rsid w:val="0020103C"/>
    <w:rsid w:val="00202B7F"/>
    <w:rsid w:val="002053B4"/>
    <w:rsid w:val="002068EA"/>
    <w:rsid w:val="00211F1B"/>
    <w:rsid w:val="00212DA1"/>
    <w:rsid w:val="0021313C"/>
    <w:rsid w:val="00214F61"/>
    <w:rsid w:val="0021578D"/>
    <w:rsid w:val="00215BF8"/>
    <w:rsid w:val="00221A13"/>
    <w:rsid w:val="0022305E"/>
    <w:rsid w:val="00225BBB"/>
    <w:rsid w:val="00231C39"/>
    <w:rsid w:val="002373CB"/>
    <w:rsid w:val="00237A83"/>
    <w:rsid w:val="00242297"/>
    <w:rsid w:val="00247B50"/>
    <w:rsid w:val="00251029"/>
    <w:rsid w:val="00252CB2"/>
    <w:rsid w:val="002530C9"/>
    <w:rsid w:val="00256B25"/>
    <w:rsid w:val="0025739E"/>
    <w:rsid w:val="002609AF"/>
    <w:rsid w:val="00260D09"/>
    <w:rsid w:val="00263B5E"/>
    <w:rsid w:val="00270202"/>
    <w:rsid w:val="0028513B"/>
    <w:rsid w:val="00294E0D"/>
    <w:rsid w:val="00294F45"/>
    <w:rsid w:val="00295EB2"/>
    <w:rsid w:val="002A0FCA"/>
    <w:rsid w:val="002A1F2F"/>
    <w:rsid w:val="002A26D5"/>
    <w:rsid w:val="002A294D"/>
    <w:rsid w:val="002A2BE3"/>
    <w:rsid w:val="002B155D"/>
    <w:rsid w:val="002B1BF4"/>
    <w:rsid w:val="002B273E"/>
    <w:rsid w:val="002B5BB7"/>
    <w:rsid w:val="002B66F6"/>
    <w:rsid w:val="002C03F7"/>
    <w:rsid w:val="002C0478"/>
    <w:rsid w:val="002C0602"/>
    <w:rsid w:val="002C24F6"/>
    <w:rsid w:val="002C2D21"/>
    <w:rsid w:val="002C2E8A"/>
    <w:rsid w:val="002C2ED2"/>
    <w:rsid w:val="002C4F4D"/>
    <w:rsid w:val="002C7D86"/>
    <w:rsid w:val="002D4B5E"/>
    <w:rsid w:val="002D68EC"/>
    <w:rsid w:val="002E11F6"/>
    <w:rsid w:val="002E21B3"/>
    <w:rsid w:val="002E2512"/>
    <w:rsid w:val="002E2F27"/>
    <w:rsid w:val="002E437B"/>
    <w:rsid w:val="002E580A"/>
    <w:rsid w:val="002E64AB"/>
    <w:rsid w:val="002E71D3"/>
    <w:rsid w:val="002E7C68"/>
    <w:rsid w:val="002F0FD6"/>
    <w:rsid w:val="002F1014"/>
    <w:rsid w:val="002F2484"/>
    <w:rsid w:val="002F35E2"/>
    <w:rsid w:val="002F4652"/>
    <w:rsid w:val="002F7F05"/>
    <w:rsid w:val="003020D7"/>
    <w:rsid w:val="00304B10"/>
    <w:rsid w:val="00306F24"/>
    <w:rsid w:val="00310BBC"/>
    <w:rsid w:val="00311602"/>
    <w:rsid w:val="0031188B"/>
    <w:rsid w:val="00313ED1"/>
    <w:rsid w:val="003159A4"/>
    <w:rsid w:val="003167C2"/>
    <w:rsid w:val="00316C31"/>
    <w:rsid w:val="00317847"/>
    <w:rsid w:val="00321184"/>
    <w:rsid w:val="00322035"/>
    <w:rsid w:val="00322C0E"/>
    <w:rsid w:val="00330B4C"/>
    <w:rsid w:val="00331545"/>
    <w:rsid w:val="003319A1"/>
    <w:rsid w:val="003328BA"/>
    <w:rsid w:val="00333164"/>
    <w:rsid w:val="00333BF3"/>
    <w:rsid w:val="003360D1"/>
    <w:rsid w:val="0033720D"/>
    <w:rsid w:val="0034067E"/>
    <w:rsid w:val="003414C9"/>
    <w:rsid w:val="00341B97"/>
    <w:rsid w:val="003422CA"/>
    <w:rsid w:val="003456BD"/>
    <w:rsid w:val="00351086"/>
    <w:rsid w:val="003521BB"/>
    <w:rsid w:val="003542FA"/>
    <w:rsid w:val="00360160"/>
    <w:rsid w:val="00362511"/>
    <w:rsid w:val="0036322D"/>
    <w:rsid w:val="003658EA"/>
    <w:rsid w:val="00365980"/>
    <w:rsid w:val="00365CC1"/>
    <w:rsid w:val="0037090A"/>
    <w:rsid w:val="00370C4F"/>
    <w:rsid w:val="0037257F"/>
    <w:rsid w:val="003729F0"/>
    <w:rsid w:val="00375971"/>
    <w:rsid w:val="00376C74"/>
    <w:rsid w:val="003777CA"/>
    <w:rsid w:val="00383910"/>
    <w:rsid w:val="00383B39"/>
    <w:rsid w:val="00385818"/>
    <w:rsid w:val="00385DD4"/>
    <w:rsid w:val="00392DB4"/>
    <w:rsid w:val="00394DA8"/>
    <w:rsid w:val="00396368"/>
    <w:rsid w:val="0039671A"/>
    <w:rsid w:val="00396A9C"/>
    <w:rsid w:val="003975C7"/>
    <w:rsid w:val="003A156F"/>
    <w:rsid w:val="003A1C26"/>
    <w:rsid w:val="003A3372"/>
    <w:rsid w:val="003A36EA"/>
    <w:rsid w:val="003A6415"/>
    <w:rsid w:val="003A702B"/>
    <w:rsid w:val="003A7596"/>
    <w:rsid w:val="003B0D96"/>
    <w:rsid w:val="003B2348"/>
    <w:rsid w:val="003B5A9F"/>
    <w:rsid w:val="003B60F5"/>
    <w:rsid w:val="003B79E5"/>
    <w:rsid w:val="003C0684"/>
    <w:rsid w:val="003C1CF4"/>
    <w:rsid w:val="003C1DE2"/>
    <w:rsid w:val="003C23C6"/>
    <w:rsid w:val="003C26E4"/>
    <w:rsid w:val="003C73A2"/>
    <w:rsid w:val="003D1B35"/>
    <w:rsid w:val="003D4ED5"/>
    <w:rsid w:val="003D5DAA"/>
    <w:rsid w:val="003D7993"/>
    <w:rsid w:val="003D7AE1"/>
    <w:rsid w:val="003E0145"/>
    <w:rsid w:val="003E34FD"/>
    <w:rsid w:val="003E4D67"/>
    <w:rsid w:val="003E5726"/>
    <w:rsid w:val="003E6D76"/>
    <w:rsid w:val="003F04B5"/>
    <w:rsid w:val="003F386F"/>
    <w:rsid w:val="003F4558"/>
    <w:rsid w:val="003F71CB"/>
    <w:rsid w:val="003F73B3"/>
    <w:rsid w:val="00401456"/>
    <w:rsid w:val="004024C6"/>
    <w:rsid w:val="004028BD"/>
    <w:rsid w:val="004032CC"/>
    <w:rsid w:val="00404EB0"/>
    <w:rsid w:val="00405236"/>
    <w:rsid w:val="00411041"/>
    <w:rsid w:val="00416CF4"/>
    <w:rsid w:val="0041705B"/>
    <w:rsid w:val="004213C0"/>
    <w:rsid w:val="00421954"/>
    <w:rsid w:val="00422B9C"/>
    <w:rsid w:val="004234AB"/>
    <w:rsid w:val="00423B2C"/>
    <w:rsid w:val="00423FCA"/>
    <w:rsid w:val="00426979"/>
    <w:rsid w:val="00431127"/>
    <w:rsid w:val="00431569"/>
    <w:rsid w:val="004324D1"/>
    <w:rsid w:val="00435CE2"/>
    <w:rsid w:val="00437A4B"/>
    <w:rsid w:val="00437F2E"/>
    <w:rsid w:val="004403B6"/>
    <w:rsid w:val="00442EBC"/>
    <w:rsid w:val="004431C9"/>
    <w:rsid w:val="00445451"/>
    <w:rsid w:val="0045468D"/>
    <w:rsid w:val="00454904"/>
    <w:rsid w:val="00454B4C"/>
    <w:rsid w:val="00455C0D"/>
    <w:rsid w:val="004562B4"/>
    <w:rsid w:val="004563C6"/>
    <w:rsid w:val="00456AC1"/>
    <w:rsid w:val="00460EFA"/>
    <w:rsid w:val="004632CC"/>
    <w:rsid w:val="00464B3D"/>
    <w:rsid w:val="0047145A"/>
    <w:rsid w:val="0047687F"/>
    <w:rsid w:val="00481FFF"/>
    <w:rsid w:val="00482A04"/>
    <w:rsid w:val="00483483"/>
    <w:rsid w:val="004838BC"/>
    <w:rsid w:val="00484F7D"/>
    <w:rsid w:val="00485AAC"/>
    <w:rsid w:val="00487503"/>
    <w:rsid w:val="00491477"/>
    <w:rsid w:val="00491FB2"/>
    <w:rsid w:val="00496C88"/>
    <w:rsid w:val="004A1E62"/>
    <w:rsid w:val="004A2EB7"/>
    <w:rsid w:val="004A34EC"/>
    <w:rsid w:val="004A6B3D"/>
    <w:rsid w:val="004A7DC9"/>
    <w:rsid w:val="004B0718"/>
    <w:rsid w:val="004B3DD3"/>
    <w:rsid w:val="004B46DC"/>
    <w:rsid w:val="004B5122"/>
    <w:rsid w:val="004C0532"/>
    <w:rsid w:val="004C1FB1"/>
    <w:rsid w:val="004C5070"/>
    <w:rsid w:val="004C5DE6"/>
    <w:rsid w:val="004C62B9"/>
    <w:rsid w:val="004D2594"/>
    <w:rsid w:val="004D2A46"/>
    <w:rsid w:val="004D4FD3"/>
    <w:rsid w:val="004D72A0"/>
    <w:rsid w:val="004D7765"/>
    <w:rsid w:val="004E0195"/>
    <w:rsid w:val="004E2802"/>
    <w:rsid w:val="004E2F92"/>
    <w:rsid w:val="004E32D2"/>
    <w:rsid w:val="004E77A0"/>
    <w:rsid w:val="004F088E"/>
    <w:rsid w:val="004F309C"/>
    <w:rsid w:val="004F31BA"/>
    <w:rsid w:val="004F3D68"/>
    <w:rsid w:val="00500AB9"/>
    <w:rsid w:val="00501BF8"/>
    <w:rsid w:val="00502017"/>
    <w:rsid w:val="00502D9E"/>
    <w:rsid w:val="00503AFD"/>
    <w:rsid w:val="0051139D"/>
    <w:rsid w:val="00513BC6"/>
    <w:rsid w:val="00520B79"/>
    <w:rsid w:val="00520C78"/>
    <w:rsid w:val="00520DC8"/>
    <w:rsid w:val="0052127B"/>
    <w:rsid w:val="005218FE"/>
    <w:rsid w:val="00527081"/>
    <w:rsid w:val="00530126"/>
    <w:rsid w:val="005313AB"/>
    <w:rsid w:val="005335A2"/>
    <w:rsid w:val="00533627"/>
    <w:rsid w:val="005338C0"/>
    <w:rsid w:val="00534329"/>
    <w:rsid w:val="005358B0"/>
    <w:rsid w:val="00537306"/>
    <w:rsid w:val="00537AD4"/>
    <w:rsid w:val="00540F2C"/>
    <w:rsid w:val="00543876"/>
    <w:rsid w:val="0054487D"/>
    <w:rsid w:val="00554F0E"/>
    <w:rsid w:val="005602F7"/>
    <w:rsid w:val="00565551"/>
    <w:rsid w:val="00567ED7"/>
    <w:rsid w:val="00575C0A"/>
    <w:rsid w:val="00576106"/>
    <w:rsid w:val="0057611B"/>
    <w:rsid w:val="00576A1D"/>
    <w:rsid w:val="00577BBA"/>
    <w:rsid w:val="00583311"/>
    <w:rsid w:val="005915E1"/>
    <w:rsid w:val="00592A50"/>
    <w:rsid w:val="00593AD5"/>
    <w:rsid w:val="00593F93"/>
    <w:rsid w:val="00596A2F"/>
    <w:rsid w:val="005A124F"/>
    <w:rsid w:val="005A1758"/>
    <w:rsid w:val="005A2BDA"/>
    <w:rsid w:val="005A4054"/>
    <w:rsid w:val="005A46BF"/>
    <w:rsid w:val="005A49CB"/>
    <w:rsid w:val="005B1226"/>
    <w:rsid w:val="005B2A06"/>
    <w:rsid w:val="005B52FD"/>
    <w:rsid w:val="005B5413"/>
    <w:rsid w:val="005B55B4"/>
    <w:rsid w:val="005B61EC"/>
    <w:rsid w:val="005C404F"/>
    <w:rsid w:val="005C551C"/>
    <w:rsid w:val="005C5DC1"/>
    <w:rsid w:val="005D0845"/>
    <w:rsid w:val="005D391E"/>
    <w:rsid w:val="005D404B"/>
    <w:rsid w:val="005D4AAA"/>
    <w:rsid w:val="005D6610"/>
    <w:rsid w:val="005D7D80"/>
    <w:rsid w:val="005E283B"/>
    <w:rsid w:val="005E403B"/>
    <w:rsid w:val="005E4E15"/>
    <w:rsid w:val="005E5838"/>
    <w:rsid w:val="005E628B"/>
    <w:rsid w:val="005E7F7C"/>
    <w:rsid w:val="005F2EF5"/>
    <w:rsid w:val="005F3B23"/>
    <w:rsid w:val="005F459D"/>
    <w:rsid w:val="005F60EF"/>
    <w:rsid w:val="005F6161"/>
    <w:rsid w:val="005F6DB2"/>
    <w:rsid w:val="005F7E31"/>
    <w:rsid w:val="00601B37"/>
    <w:rsid w:val="00603106"/>
    <w:rsid w:val="0060513D"/>
    <w:rsid w:val="00605456"/>
    <w:rsid w:val="006061DF"/>
    <w:rsid w:val="0060764B"/>
    <w:rsid w:val="00607CCC"/>
    <w:rsid w:val="00612380"/>
    <w:rsid w:val="00612D01"/>
    <w:rsid w:val="00616EAC"/>
    <w:rsid w:val="00621306"/>
    <w:rsid w:val="00627A27"/>
    <w:rsid w:val="00630BC4"/>
    <w:rsid w:val="00630BE8"/>
    <w:rsid w:val="00635EE3"/>
    <w:rsid w:val="00640BC1"/>
    <w:rsid w:val="006413E6"/>
    <w:rsid w:val="00642AC7"/>
    <w:rsid w:val="00644D99"/>
    <w:rsid w:val="00645957"/>
    <w:rsid w:val="006466E5"/>
    <w:rsid w:val="00652EA9"/>
    <w:rsid w:val="006571FA"/>
    <w:rsid w:val="00664FFD"/>
    <w:rsid w:val="00665595"/>
    <w:rsid w:val="00666226"/>
    <w:rsid w:val="006742BB"/>
    <w:rsid w:val="00674450"/>
    <w:rsid w:val="00675665"/>
    <w:rsid w:val="00677D22"/>
    <w:rsid w:val="00680679"/>
    <w:rsid w:val="00680DFF"/>
    <w:rsid w:val="00681017"/>
    <w:rsid w:val="00683C9A"/>
    <w:rsid w:val="0068422B"/>
    <w:rsid w:val="0068522A"/>
    <w:rsid w:val="00685C38"/>
    <w:rsid w:val="00690E7E"/>
    <w:rsid w:val="00691285"/>
    <w:rsid w:val="00692A65"/>
    <w:rsid w:val="006953E5"/>
    <w:rsid w:val="006963CF"/>
    <w:rsid w:val="006A0847"/>
    <w:rsid w:val="006A088D"/>
    <w:rsid w:val="006A29C6"/>
    <w:rsid w:val="006A545F"/>
    <w:rsid w:val="006B2FBC"/>
    <w:rsid w:val="006B66EF"/>
    <w:rsid w:val="006C7E98"/>
    <w:rsid w:val="006D02FF"/>
    <w:rsid w:val="006D32C8"/>
    <w:rsid w:val="006D364A"/>
    <w:rsid w:val="006D458C"/>
    <w:rsid w:val="006D5CAA"/>
    <w:rsid w:val="006D63B6"/>
    <w:rsid w:val="006D6B96"/>
    <w:rsid w:val="006D6BE3"/>
    <w:rsid w:val="006D7079"/>
    <w:rsid w:val="006E1464"/>
    <w:rsid w:val="006E3ABE"/>
    <w:rsid w:val="006E4040"/>
    <w:rsid w:val="006F203D"/>
    <w:rsid w:val="006F32DD"/>
    <w:rsid w:val="006F557B"/>
    <w:rsid w:val="006F6403"/>
    <w:rsid w:val="00700AE0"/>
    <w:rsid w:val="00705276"/>
    <w:rsid w:val="007061A0"/>
    <w:rsid w:val="00711A69"/>
    <w:rsid w:val="00731B88"/>
    <w:rsid w:val="0073209E"/>
    <w:rsid w:val="007326ED"/>
    <w:rsid w:val="00734D31"/>
    <w:rsid w:val="007373BF"/>
    <w:rsid w:val="007403BA"/>
    <w:rsid w:val="00745D66"/>
    <w:rsid w:val="00747C95"/>
    <w:rsid w:val="00750247"/>
    <w:rsid w:val="007508D2"/>
    <w:rsid w:val="0075378A"/>
    <w:rsid w:val="00753C42"/>
    <w:rsid w:val="00753D10"/>
    <w:rsid w:val="007541AE"/>
    <w:rsid w:val="00754AAB"/>
    <w:rsid w:val="00754B2A"/>
    <w:rsid w:val="00754B60"/>
    <w:rsid w:val="00755BD4"/>
    <w:rsid w:val="00756BA3"/>
    <w:rsid w:val="00761965"/>
    <w:rsid w:val="007656DC"/>
    <w:rsid w:val="0077051F"/>
    <w:rsid w:val="00770D01"/>
    <w:rsid w:val="00776349"/>
    <w:rsid w:val="00780855"/>
    <w:rsid w:val="0078157A"/>
    <w:rsid w:val="00781BC1"/>
    <w:rsid w:val="0078284C"/>
    <w:rsid w:val="00784155"/>
    <w:rsid w:val="00784244"/>
    <w:rsid w:val="00790D8D"/>
    <w:rsid w:val="00791257"/>
    <w:rsid w:val="007920C3"/>
    <w:rsid w:val="0079582A"/>
    <w:rsid w:val="00796A96"/>
    <w:rsid w:val="00796DBA"/>
    <w:rsid w:val="00797189"/>
    <w:rsid w:val="007A30C6"/>
    <w:rsid w:val="007A5119"/>
    <w:rsid w:val="007A5168"/>
    <w:rsid w:val="007A5993"/>
    <w:rsid w:val="007A633D"/>
    <w:rsid w:val="007A6824"/>
    <w:rsid w:val="007B289D"/>
    <w:rsid w:val="007B2C78"/>
    <w:rsid w:val="007B3A53"/>
    <w:rsid w:val="007B678A"/>
    <w:rsid w:val="007B7A0D"/>
    <w:rsid w:val="007C1EF9"/>
    <w:rsid w:val="007C4B59"/>
    <w:rsid w:val="007C57BD"/>
    <w:rsid w:val="007C7559"/>
    <w:rsid w:val="007D2816"/>
    <w:rsid w:val="007D2BBB"/>
    <w:rsid w:val="007D49AF"/>
    <w:rsid w:val="007D4B4B"/>
    <w:rsid w:val="007D6BBB"/>
    <w:rsid w:val="007E6AFB"/>
    <w:rsid w:val="007E7E54"/>
    <w:rsid w:val="007F0B54"/>
    <w:rsid w:val="007F22AE"/>
    <w:rsid w:val="007F248A"/>
    <w:rsid w:val="007F4E3E"/>
    <w:rsid w:val="007F64CB"/>
    <w:rsid w:val="007F6737"/>
    <w:rsid w:val="007F7765"/>
    <w:rsid w:val="00801F4D"/>
    <w:rsid w:val="0080220D"/>
    <w:rsid w:val="008036B2"/>
    <w:rsid w:val="00805079"/>
    <w:rsid w:val="00805FDB"/>
    <w:rsid w:val="00806879"/>
    <w:rsid w:val="00810D77"/>
    <w:rsid w:val="008119EB"/>
    <w:rsid w:val="00815985"/>
    <w:rsid w:val="008159AF"/>
    <w:rsid w:val="00816A59"/>
    <w:rsid w:val="00817C98"/>
    <w:rsid w:val="00820226"/>
    <w:rsid w:val="00821329"/>
    <w:rsid w:val="00821D91"/>
    <w:rsid w:val="00821F8C"/>
    <w:rsid w:val="00826A9E"/>
    <w:rsid w:val="00827613"/>
    <w:rsid w:val="00831663"/>
    <w:rsid w:val="00831EB8"/>
    <w:rsid w:val="0083412B"/>
    <w:rsid w:val="00841C1C"/>
    <w:rsid w:val="0084282A"/>
    <w:rsid w:val="00860BD3"/>
    <w:rsid w:val="00860F92"/>
    <w:rsid w:val="00861FD2"/>
    <w:rsid w:val="00863E06"/>
    <w:rsid w:val="008648E2"/>
    <w:rsid w:val="0086513C"/>
    <w:rsid w:val="00867853"/>
    <w:rsid w:val="008723B2"/>
    <w:rsid w:val="00873A46"/>
    <w:rsid w:val="008747D3"/>
    <w:rsid w:val="00875F70"/>
    <w:rsid w:val="00876544"/>
    <w:rsid w:val="00876E4F"/>
    <w:rsid w:val="008820CD"/>
    <w:rsid w:val="00885B36"/>
    <w:rsid w:val="008A1868"/>
    <w:rsid w:val="008A4FBA"/>
    <w:rsid w:val="008A566D"/>
    <w:rsid w:val="008B049D"/>
    <w:rsid w:val="008B06D1"/>
    <w:rsid w:val="008B66E1"/>
    <w:rsid w:val="008B7C7D"/>
    <w:rsid w:val="008C04D9"/>
    <w:rsid w:val="008C0E78"/>
    <w:rsid w:val="008C2AA5"/>
    <w:rsid w:val="008C4E99"/>
    <w:rsid w:val="008C5467"/>
    <w:rsid w:val="008C57B2"/>
    <w:rsid w:val="008C5BB3"/>
    <w:rsid w:val="008C6FF8"/>
    <w:rsid w:val="008D0E16"/>
    <w:rsid w:val="008D0EA9"/>
    <w:rsid w:val="008D1E10"/>
    <w:rsid w:val="008D1EE9"/>
    <w:rsid w:val="008D2F42"/>
    <w:rsid w:val="008D37D4"/>
    <w:rsid w:val="008D399F"/>
    <w:rsid w:val="008D4CD3"/>
    <w:rsid w:val="008E0103"/>
    <w:rsid w:val="008E0EC4"/>
    <w:rsid w:val="008E7984"/>
    <w:rsid w:val="008F1AA9"/>
    <w:rsid w:val="008F230C"/>
    <w:rsid w:val="008F3659"/>
    <w:rsid w:val="008F619A"/>
    <w:rsid w:val="008F6C9A"/>
    <w:rsid w:val="00901F84"/>
    <w:rsid w:val="0090257B"/>
    <w:rsid w:val="00904A26"/>
    <w:rsid w:val="00915C2F"/>
    <w:rsid w:val="009220AF"/>
    <w:rsid w:val="009238EC"/>
    <w:rsid w:val="0093127F"/>
    <w:rsid w:val="0094134F"/>
    <w:rsid w:val="00942FC3"/>
    <w:rsid w:val="009433B3"/>
    <w:rsid w:val="009444EA"/>
    <w:rsid w:val="0094595E"/>
    <w:rsid w:val="00946790"/>
    <w:rsid w:val="00947552"/>
    <w:rsid w:val="00953EDC"/>
    <w:rsid w:val="00961C92"/>
    <w:rsid w:val="00962C37"/>
    <w:rsid w:val="009635E0"/>
    <w:rsid w:val="00963930"/>
    <w:rsid w:val="00965063"/>
    <w:rsid w:val="00973056"/>
    <w:rsid w:val="009737CC"/>
    <w:rsid w:val="00973E18"/>
    <w:rsid w:val="00977AA0"/>
    <w:rsid w:val="00977DD2"/>
    <w:rsid w:val="009813DA"/>
    <w:rsid w:val="0098155C"/>
    <w:rsid w:val="00983C93"/>
    <w:rsid w:val="00984AF4"/>
    <w:rsid w:val="00985EA3"/>
    <w:rsid w:val="00987908"/>
    <w:rsid w:val="00993399"/>
    <w:rsid w:val="00994911"/>
    <w:rsid w:val="00995B86"/>
    <w:rsid w:val="0099692F"/>
    <w:rsid w:val="009A27A3"/>
    <w:rsid w:val="009A3D4B"/>
    <w:rsid w:val="009B194C"/>
    <w:rsid w:val="009B1B43"/>
    <w:rsid w:val="009B236C"/>
    <w:rsid w:val="009B411F"/>
    <w:rsid w:val="009B4294"/>
    <w:rsid w:val="009B6E90"/>
    <w:rsid w:val="009B740A"/>
    <w:rsid w:val="009B78F8"/>
    <w:rsid w:val="009C106B"/>
    <w:rsid w:val="009C218A"/>
    <w:rsid w:val="009C3C1A"/>
    <w:rsid w:val="009C438C"/>
    <w:rsid w:val="009D0507"/>
    <w:rsid w:val="009D2745"/>
    <w:rsid w:val="009D412B"/>
    <w:rsid w:val="009D6A02"/>
    <w:rsid w:val="009D6C7A"/>
    <w:rsid w:val="009D75B7"/>
    <w:rsid w:val="009E4450"/>
    <w:rsid w:val="009E5630"/>
    <w:rsid w:val="009E668D"/>
    <w:rsid w:val="009E7466"/>
    <w:rsid w:val="009E759E"/>
    <w:rsid w:val="009F0A09"/>
    <w:rsid w:val="009F5C0F"/>
    <w:rsid w:val="009F5F6E"/>
    <w:rsid w:val="00A00074"/>
    <w:rsid w:val="00A00CED"/>
    <w:rsid w:val="00A04E9C"/>
    <w:rsid w:val="00A050DA"/>
    <w:rsid w:val="00A0547F"/>
    <w:rsid w:val="00A060C1"/>
    <w:rsid w:val="00A06D3F"/>
    <w:rsid w:val="00A07FCE"/>
    <w:rsid w:val="00A106E1"/>
    <w:rsid w:val="00A1258C"/>
    <w:rsid w:val="00A1271F"/>
    <w:rsid w:val="00A12F11"/>
    <w:rsid w:val="00A141C1"/>
    <w:rsid w:val="00A14DE7"/>
    <w:rsid w:val="00A16D60"/>
    <w:rsid w:val="00A20324"/>
    <w:rsid w:val="00A21722"/>
    <w:rsid w:val="00A2247F"/>
    <w:rsid w:val="00A22BE9"/>
    <w:rsid w:val="00A251DE"/>
    <w:rsid w:val="00A268EB"/>
    <w:rsid w:val="00A27972"/>
    <w:rsid w:val="00A30CE6"/>
    <w:rsid w:val="00A36599"/>
    <w:rsid w:val="00A36FE8"/>
    <w:rsid w:val="00A4187C"/>
    <w:rsid w:val="00A424A2"/>
    <w:rsid w:val="00A433D8"/>
    <w:rsid w:val="00A43D97"/>
    <w:rsid w:val="00A44F68"/>
    <w:rsid w:val="00A4513A"/>
    <w:rsid w:val="00A45955"/>
    <w:rsid w:val="00A465F3"/>
    <w:rsid w:val="00A4792C"/>
    <w:rsid w:val="00A51F25"/>
    <w:rsid w:val="00A55FD3"/>
    <w:rsid w:val="00A57430"/>
    <w:rsid w:val="00A65470"/>
    <w:rsid w:val="00A658C5"/>
    <w:rsid w:val="00A658DB"/>
    <w:rsid w:val="00A66379"/>
    <w:rsid w:val="00A66FC6"/>
    <w:rsid w:val="00A71938"/>
    <w:rsid w:val="00A74BD8"/>
    <w:rsid w:val="00A75F98"/>
    <w:rsid w:val="00A77597"/>
    <w:rsid w:val="00A80C7F"/>
    <w:rsid w:val="00A81777"/>
    <w:rsid w:val="00A81800"/>
    <w:rsid w:val="00A90AA0"/>
    <w:rsid w:val="00A93458"/>
    <w:rsid w:val="00A94F7A"/>
    <w:rsid w:val="00A95C3C"/>
    <w:rsid w:val="00AA1DC2"/>
    <w:rsid w:val="00AA2B72"/>
    <w:rsid w:val="00AA2FCA"/>
    <w:rsid w:val="00AA37A4"/>
    <w:rsid w:val="00AB1091"/>
    <w:rsid w:val="00AB1277"/>
    <w:rsid w:val="00AB1EB6"/>
    <w:rsid w:val="00AB2186"/>
    <w:rsid w:val="00AB2C21"/>
    <w:rsid w:val="00AB3B85"/>
    <w:rsid w:val="00AB5701"/>
    <w:rsid w:val="00AB57EC"/>
    <w:rsid w:val="00AB6803"/>
    <w:rsid w:val="00AC2DC7"/>
    <w:rsid w:val="00AC6EEE"/>
    <w:rsid w:val="00AC71CE"/>
    <w:rsid w:val="00AC7887"/>
    <w:rsid w:val="00AD7374"/>
    <w:rsid w:val="00AE0A1C"/>
    <w:rsid w:val="00AF21A0"/>
    <w:rsid w:val="00AF373E"/>
    <w:rsid w:val="00AF457C"/>
    <w:rsid w:val="00B001B4"/>
    <w:rsid w:val="00B005BC"/>
    <w:rsid w:val="00B013FF"/>
    <w:rsid w:val="00B014CF"/>
    <w:rsid w:val="00B019A0"/>
    <w:rsid w:val="00B10644"/>
    <w:rsid w:val="00B10988"/>
    <w:rsid w:val="00B13F03"/>
    <w:rsid w:val="00B153E7"/>
    <w:rsid w:val="00B21676"/>
    <w:rsid w:val="00B22D8D"/>
    <w:rsid w:val="00B30854"/>
    <w:rsid w:val="00B30DA2"/>
    <w:rsid w:val="00B33014"/>
    <w:rsid w:val="00B3488D"/>
    <w:rsid w:val="00B34D7F"/>
    <w:rsid w:val="00B35219"/>
    <w:rsid w:val="00B41F57"/>
    <w:rsid w:val="00B428F1"/>
    <w:rsid w:val="00B43B6B"/>
    <w:rsid w:val="00B503CD"/>
    <w:rsid w:val="00B510CD"/>
    <w:rsid w:val="00B55821"/>
    <w:rsid w:val="00B61203"/>
    <w:rsid w:val="00B63246"/>
    <w:rsid w:val="00B63BE7"/>
    <w:rsid w:val="00B6470D"/>
    <w:rsid w:val="00B675CC"/>
    <w:rsid w:val="00B67ACE"/>
    <w:rsid w:val="00B70C82"/>
    <w:rsid w:val="00B71999"/>
    <w:rsid w:val="00B71E7A"/>
    <w:rsid w:val="00B80464"/>
    <w:rsid w:val="00B8489C"/>
    <w:rsid w:val="00B91715"/>
    <w:rsid w:val="00B93112"/>
    <w:rsid w:val="00B931D2"/>
    <w:rsid w:val="00B95B30"/>
    <w:rsid w:val="00BA070F"/>
    <w:rsid w:val="00BA1105"/>
    <w:rsid w:val="00BA2755"/>
    <w:rsid w:val="00BA2F84"/>
    <w:rsid w:val="00BA7065"/>
    <w:rsid w:val="00BB2129"/>
    <w:rsid w:val="00BC19B7"/>
    <w:rsid w:val="00BC4342"/>
    <w:rsid w:val="00BC617B"/>
    <w:rsid w:val="00BD033C"/>
    <w:rsid w:val="00BD05ED"/>
    <w:rsid w:val="00BD114E"/>
    <w:rsid w:val="00BD124C"/>
    <w:rsid w:val="00BD16CD"/>
    <w:rsid w:val="00BD1E0D"/>
    <w:rsid w:val="00BD1E2B"/>
    <w:rsid w:val="00BD4CA2"/>
    <w:rsid w:val="00BD5416"/>
    <w:rsid w:val="00BD6F98"/>
    <w:rsid w:val="00BE027D"/>
    <w:rsid w:val="00BE04FB"/>
    <w:rsid w:val="00BE1FB1"/>
    <w:rsid w:val="00BE2CA1"/>
    <w:rsid w:val="00BE3B8C"/>
    <w:rsid w:val="00BE6079"/>
    <w:rsid w:val="00BF2651"/>
    <w:rsid w:val="00BF2985"/>
    <w:rsid w:val="00BF2CF8"/>
    <w:rsid w:val="00BF4771"/>
    <w:rsid w:val="00BF49BD"/>
    <w:rsid w:val="00BF60FE"/>
    <w:rsid w:val="00BF6D16"/>
    <w:rsid w:val="00BF7161"/>
    <w:rsid w:val="00C00FD9"/>
    <w:rsid w:val="00C02365"/>
    <w:rsid w:val="00C02664"/>
    <w:rsid w:val="00C0408D"/>
    <w:rsid w:val="00C05BC9"/>
    <w:rsid w:val="00C06DE2"/>
    <w:rsid w:val="00C07BB2"/>
    <w:rsid w:val="00C11CA0"/>
    <w:rsid w:val="00C122B7"/>
    <w:rsid w:val="00C168E4"/>
    <w:rsid w:val="00C17210"/>
    <w:rsid w:val="00C20665"/>
    <w:rsid w:val="00C22E2D"/>
    <w:rsid w:val="00C2385D"/>
    <w:rsid w:val="00C253C5"/>
    <w:rsid w:val="00C32754"/>
    <w:rsid w:val="00C328CA"/>
    <w:rsid w:val="00C34DCC"/>
    <w:rsid w:val="00C35EEB"/>
    <w:rsid w:val="00C40EE3"/>
    <w:rsid w:val="00C4164E"/>
    <w:rsid w:val="00C42F9D"/>
    <w:rsid w:val="00C445F8"/>
    <w:rsid w:val="00C51B2F"/>
    <w:rsid w:val="00C528F1"/>
    <w:rsid w:val="00C52EBC"/>
    <w:rsid w:val="00C5383C"/>
    <w:rsid w:val="00C54F77"/>
    <w:rsid w:val="00C55E31"/>
    <w:rsid w:val="00C55E60"/>
    <w:rsid w:val="00C56332"/>
    <w:rsid w:val="00C56EF3"/>
    <w:rsid w:val="00C57650"/>
    <w:rsid w:val="00C64F6D"/>
    <w:rsid w:val="00C70658"/>
    <w:rsid w:val="00C762B5"/>
    <w:rsid w:val="00C82437"/>
    <w:rsid w:val="00C83BC0"/>
    <w:rsid w:val="00C83F96"/>
    <w:rsid w:val="00C8653C"/>
    <w:rsid w:val="00C87EC8"/>
    <w:rsid w:val="00C901D2"/>
    <w:rsid w:val="00C90E86"/>
    <w:rsid w:val="00C920E2"/>
    <w:rsid w:val="00C954D3"/>
    <w:rsid w:val="00C955D8"/>
    <w:rsid w:val="00C95C7B"/>
    <w:rsid w:val="00CA14A9"/>
    <w:rsid w:val="00CA2D74"/>
    <w:rsid w:val="00CA39F2"/>
    <w:rsid w:val="00CA6BB2"/>
    <w:rsid w:val="00CB1452"/>
    <w:rsid w:val="00CB23B0"/>
    <w:rsid w:val="00CB4EFE"/>
    <w:rsid w:val="00CB54FE"/>
    <w:rsid w:val="00CB58EA"/>
    <w:rsid w:val="00CB6DB0"/>
    <w:rsid w:val="00CB73A4"/>
    <w:rsid w:val="00CC00F3"/>
    <w:rsid w:val="00CC2E2A"/>
    <w:rsid w:val="00CC3C7A"/>
    <w:rsid w:val="00CD0E96"/>
    <w:rsid w:val="00CD2B4D"/>
    <w:rsid w:val="00CD3095"/>
    <w:rsid w:val="00CD5736"/>
    <w:rsid w:val="00CD5796"/>
    <w:rsid w:val="00CE0ACB"/>
    <w:rsid w:val="00CE3218"/>
    <w:rsid w:val="00CE5C14"/>
    <w:rsid w:val="00CE6054"/>
    <w:rsid w:val="00CE649C"/>
    <w:rsid w:val="00CF0603"/>
    <w:rsid w:val="00CF293F"/>
    <w:rsid w:val="00CF60C9"/>
    <w:rsid w:val="00CF6730"/>
    <w:rsid w:val="00CF756C"/>
    <w:rsid w:val="00CF7CA6"/>
    <w:rsid w:val="00D00D9B"/>
    <w:rsid w:val="00D00EF9"/>
    <w:rsid w:val="00D017C8"/>
    <w:rsid w:val="00D02C2E"/>
    <w:rsid w:val="00D02E0C"/>
    <w:rsid w:val="00D03328"/>
    <w:rsid w:val="00D0566F"/>
    <w:rsid w:val="00D056FA"/>
    <w:rsid w:val="00D06DF6"/>
    <w:rsid w:val="00D076FC"/>
    <w:rsid w:val="00D12C1F"/>
    <w:rsid w:val="00D15328"/>
    <w:rsid w:val="00D15848"/>
    <w:rsid w:val="00D17B22"/>
    <w:rsid w:val="00D17D44"/>
    <w:rsid w:val="00D244E6"/>
    <w:rsid w:val="00D24F87"/>
    <w:rsid w:val="00D2617F"/>
    <w:rsid w:val="00D27739"/>
    <w:rsid w:val="00D278AD"/>
    <w:rsid w:val="00D314ED"/>
    <w:rsid w:val="00D34C58"/>
    <w:rsid w:val="00D42652"/>
    <w:rsid w:val="00D433FC"/>
    <w:rsid w:val="00D44B24"/>
    <w:rsid w:val="00D50274"/>
    <w:rsid w:val="00D506EB"/>
    <w:rsid w:val="00D550C3"/>
    <w:rsid w:val="00D556AC"/>
    <w:rsid w:val="00D558C0"/>
    <w:rsid w:val="00D60822"/>
    <w:rsid w:val="00D623BD"/>
    <w:rsid w:val="00D63E5C"/>
    <w:rsid w:val="00D65645"/>
    <w:rsid w:val="00D67A96"/>
    <w:rsid w:val="00D70B4C"/>
    <w:rsid w:val="00D725C4"/>
    <w:rsid w:val="00D72C8A"/>
    <w:rsid w:val="00D74FEA"/>
    <w:rsid w:val="00D82872"/>
    <w:rsid w:val="00D82EC3"/>
    <w:rsid w:val="00D8402E"/>
    <w:rsid w:val="00D86517"/>
    <w:rsid w:val="00D92052"/>
    <w:rsid w:val="00D93E40"/>
    <w:rsid w:val="00D954E8"/>
    <w:rsid w:val="00DA0963"/>
    <w:rsid w:val="00DA0A02"/>
    <w:rsid w:val="00DA3E3D"/>
    <w:rsid w:val="00DA5BB1"/>
    <w:rsid w:val="00DB409C"/>
    <w:rsid w:val="00DB4D66"/>
    <w:rsid w:val="00DB52EE"/>
    <w:rsid w:val="00DC1F78"/>
    <w:rsid w:val="00DC3B16"/>
    <w:rsid w:val="00DC67C0"/>
    <w:rsid w:val="00DD0418"/>
    <w:rsid w:val="00DD1A25"/>
    <w:rsid w:val="00DD1F8E"/>
    <w:rsid w:val="00DD2F88"/>
    <w:rsid w:val="00DD53DE"/>
    <w:rsid w:val="00DD650B"/>
    <w:rsid w:val="00DD69A5"/>
    <w:rsid w:val="00DD73B1"/>
    <w:rsid w:val="00DD745C"/>
    <w:rsid w:val="00DD75A2"/>
    <w:rsid w:val="00DD7687"/>
    <w:rsid w:val="00DD7A55"/>
    <w:rsid w:val="00DE0E63"/>
    <w:rsid w:val="00DE2388"/>
    <w:rsid w:val="00DE5C41"/>
    <w:rsid w:val="00DF0714"/>
    <w:rsid w:val="00DF3480"/>
    <w:rsid w:val="00DF4393"/>
    <w:rsid w:val="00DF441C"/>
    <w:rsid w:val="00DF44F9"/>
    <w:rsid w:val="00DF45FB"/>
    <w:rsid w:val="00E038D9"/>
    <w:rsid w:val="00E05988"/>
    <w:rsid w:val="00E0792C"/>
    <w:rsid w:val="00E11D32"/>
    <w:rsid w:val="00E12884"/>
    <w:rsid w:val="00E15F35"/>
    <w:rsid w:val="00E1663E"/>
    <w:rsid w:val="00E20116"/>
    <w:rsid w:val="00E21220"/>
    <w:rsid w:val="00E2136A"/>
    <w:rsid w:val="00E27A64"/>
    <w:rsid w:val="00E30749"/>
    <w:rsid w:val="00E32A3D"/>
    <w:rsid w:val="00E445FF"/>
    <w:rsid w:val="00E51979"/>
    <w:rsid w:val="00E544AD"/>
    <w:rsid w:val="00E60DFF"/>
    <w:rsid w:val="00E6348F"/>
    <w:rsid w:val="00E65B53"/>
    <w:rsid w:val="00E66C7B"/>
    <w:rsid w:val="00E716F9"/>
    <w:rsid w:val="00E733CC"/>
    <w:rsid w:val="00E74FC2"/>
    <w:rsid w:val="00E77457"/>
    <w:rsid w:val="00E82582"/>
    <w:rsid w:val="00E83DCC"/>
    <w:rsid w:val="00E84189"/>
    <w:rsid w:val="00E84ED7"/>
    <w:rsid w:val="00E85143"/>
    <w:rsid w:val="00E863D2"/>
    <w:rsid w:val="00E86D85"/>
    <w:rsid w:val="00E87ED2"/>
    <w:rsid w:val="00E90E46"/>
    <w:rsid w:val="00E93133"/>
    <w:rsid w:val="00E94068"/>
    <w:rsid w:val="00E958DB"/>
    <w:rsid w:val="00E96927"/>
    <w:rsid w:val="00E9704D"/>
    <w:rsid w:val="00E97E2A"/>
    <w:rsid w:val="00EA0770"/>
    <w:rsid w:val="00EA25FC"/>
    <w:rsid w:val="00EB0019"/>
    <w:rsid w:val="00EB11F4"/>
    <w:rsid w:val="00EC00A0"/>
    <w:rsid w:val="00EC038D"/>
    <w:rsid w:val="00EC155D"/>
    <w:rsid w:val="00EC425C"/>
    <w:rsid w:val="00EC4533"/>
    <w:rsid w:val="00EC4F93"/>
    <w:rsid w:val="00EC79CF"/>
    <w:rsid w:val="00ED3A47"/>
    <w:rsid w:val="00ED541B"/>
    <w:rsid w:val="00EE077A"/>
    <w:rsid w:val="00EE2069"/>
    <w:rsid w:val="00EE7427"/>
    <w:rsid w:val="00EF1A4F"/>
    <w:rsid w:val="00EF39D4"/>
    <w:rsid w:val="00EF3B9B"/>
    <w:rsid w:val="00EF443D"/>
    <w:rsid w:val="00EF6C38"/>
    <w:rsid w:val="00F01543"/>
    <w:rsid w:val="00F03770"/>
    <w:rsid w:val="00F04B38"/>
    <w:rsid w:val="00F060B4"/>
    <w:rsid w:val="00F11D6D"/>
    <w:rsid w:val="00F22E91"/>
    <w:rsid w:val="00F266A3"/>
    <w:rsid w:val="00F26E89"/>
    <w:rsid w:val="00F3252E"/>
    <w:rsid w:val="00F36D26"/>
    <w:rsid w:val="00F4337C"/>
    <w:rsid w:val="00F44145"/>
    <w:rsid w:val="00F446F6"/>
    <w:rsid w:val="00F45495"/>
    <w:rsid w:val="00F461AE"/>
    <w:rsid w:val="00F46A04"/>
    <w:rsid w:val="00F475F6"/>
    <w:rsid w:val="00F51F0A"/>
    <w:rsid w:val="00F54D87"/>
    <w:rsid w:val="00F5537A"/>
    <w:rsid w:val="00F655D5"/>
    <w:rsid w:val="00F66BCC"/>
    <w:rsid w:val="00F6798F"/>
    <w:rsid w:val="00F67D02"/>
    <w:rsid w:val="00F71C28"/>
    <w:rsid w:val="00F7253B"/>
    <w:rsid w:val="00F77121"/>
    <w:rsid w:val="00F77564"/>
    <w:rsid w:val="00F775AD"/>
    <w:rsid w:val="00F82742"/>
    <w:rsid w:val="00F82A43"/>
    <w:rsid w:val="00F846C8"/>
    <w:rsid w:val="00F8614D"/>
    <w:rsid w:val="00F9039B"/>
    <w:rsid w:val="00F91972"/>
    <w:rsid w:val="00F93A76"/>
    <w:rsid w:val="00F9583D"/>
    <w:rsid w:val="00F967C1"/>
    <w:rsid w:val="00F9785A"/>
    <w:rsid w:val="00FA0FEA"/>
    <w:rsid w:val="00FA1C52"/>
    <w:rsid w:val="00FA2E16"/>
    <w:rsid w:val="00FB0471"/>
    <w:rsid w:val="00FB0FF6"/>
    <w:rsid w:val="00FB2019"/>
    <w:rsid w:val="00FB2E8E"/>
    <w:rsid w:val="00FC1335"/>
    <w:rsid w:val="00FC2727"/>
    <w:rsid w:val="00FC2BC5"/>
    <w:rsid w:val="00FC4527"/>
    <w:rsid w:val="00FC6777"/>
    <w:rsid w:val="00FD15A7"/>
    <w:rsid w:val="00FD1BFE"/>
    <w:rsid w:val="00FE02AF"/>
    <w:rsid w:val="00FE1A69"/>
    <w:rsid w:val="00FF055D"/>
    <w:rsid w:val="00FF3D66"/>
    <w:rsid w:val="00FF3F12"/>
    <w:rsid w:val="00FF5AA8"/>
    <w:rsid w:val="00FF5D9D"/>
    <w:rsid w:val="00FF60DF"/>
    <w:rsid w:val="29F8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  <w14:docId w14:val="26904DD9"/>
  <w15:docId w15:val="{DA5D5854-235E-46FA-B1A1-53154152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VBS-Normal"/>
    <w:qFormat/>
    <w:rsid w:val="004E77A0"/>
    <w:rPr>
      <w:rFonts w:ascii="Arial" w:eastAsia="Calibri" w:hAnsi="Arial"/>
      <w:sz w:val="22"/>
      <w:szCs w:val="22"/>
      <w:lang w:eastAsia="en-US"/>
    </w:rPr>
  </w:style>
  <w:style w:type="paragraph" w:styleId="berschrift1">
    <w:name w:val="heading 1"/>
    <w:aliases w:val="VBS-Hauptitel"/>
    <w:basedOn w:val="Standard"/>
    <w:next w:val="Standard"/>
    <w:link w:val="berschrift1Zchn"/>
    <w:qFormat/>
    <w:rsid w:val="0090257B"/>
    <w:pPr>
      <w:keepNext/>
      <w:keepLines/>
      <w:numPr>
        <w:numId w:val="1"/>
      </w:numPr>
      <w:tabs>
        <w:tab w:val="left" w:pos="992"/>
      </w:tabs>
      <w:outlineLvl w:val="0"/>
    </w:pPr>
    <w:rPr>
      <w:rFonts w:eastAsia="Times New Roman" w:cs="Arial"/>
      <w:b/>
      <w:bCs/>
      <w:szCs w:val="24"/>
      <w:lang w:eastAsia="de-DE"/>
    </w:rPr>
  </w:style>
  <w:style w:type="paragraph" w:styleId="berschrift2">
    <w:name w:val="heading 2"/>
    <w:aliases w:val="VBS-Titel"/>
    <w:basedOn w:val="Standard"/>
    <w:next w:val="Standard"/>
    <w:link w:val="berschrift2Zchn"/>
    <w:autoRedefine/>
    <w:qFormat/>
    <w:rsid w:val="002E71D3"/>
    <w:pPr>
      <w:keepNext/>
      <w:keepLines/>
      <w:numPr>
        <w:ilvl w:val="1"/>
        <w:numId w:val="1"/>
      </w:numPr>
      <w:tabs>
        <w:tab w:val="clear" w:pos="2703"/>
        <w:tab w:val="num" w:pos="576"/>
        <w:tab w:val="left" w:pos="992"/>
      </w:tabs>
      <w:spacing w:before="240" w:after="240"/>
      <w:ind w:left="576" w:hanging="578"/>
      <w:outlineLvl w:val="1"/>
    </w:pPr>
    <w:rPr>
      <w:rFonts w:eastAsia="Times New Roman"/>
      <w:b/>
      <w:bCs/>
      <w:szCs w:val="24"/>
      <w:lang w:eastAsia="de-DE"/>
    </w:rPr>
  </w:style>
  <w:style w:type="paragraph" w:styleId="berschrift3">
    <w:name w:val="heading 3"/>
    <w:aliases w:val="VBS-Untertitel"/>
    <w:basedOn w:val="Standard"/>
    <w:next w:val="Standard"/>
    <w:link w:val="berschrift3Zchn"/>
    <w:qFormat/>
    <w:rsid w:val="0090257B"/>
    <w:pPr>
      <w:keepNext/>
      <w:keepLines/>
      <w:numPr>
        <w:ilvl w:val="2"/>
        <w:numId w:val="1"/>
      </w:numPr>
      <w:tabs>
        <w:tab w:val="left" w:pos="992"/>
      </w:tabs>
      <w:outlineLvl w:val="2"/>
    </w:pPr>
    <w:rPr>
      <w:rFonts w:eastAsia="Times New Roman" w:cs="Arial"/>
      <w:b/>
      <w:bCs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056FA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semiHidden/>
    <w:rsid w:val="00093CA0"/>
    <w:pPr>
      <w:tabs>
        <w:tab w:val="center" w:pos="4536"/>
        <w:tab w:val="right" w:pos="9072"/>
      </w:tabs>
    </w:pPr>
  </w:style>
  <w:style w:type="paragraph" w:customStyle="1" w:styleId="Logo">
    <w:name w:val="Logo"/>
    <w:semiHidden/>
    <w:rsid w:val="00D056FA"/>
    <w:rPr>
      <w:rFonts w:ascii="Arial" w:hAnsi="Arial"/>
      <w:noProof/>
      <w:sz w:val="15"/>
    </w:rPr>
  </w:style>
  <w:style w:type="paragraph" w:customStyle="1" w:styleId="Pfad">
    <w:name w:val="Pfad"/>
    <w:next w:val="Standard"/>
    <w:semiHidden/>
    <w:rsid w:val="00D056FA"/>
    <w:pPr>
      <w:spacing w:line="160" w:lineRule="exact"/>
    </w:pPr>
    <w:rPr>
      <w:rFonts w:ascii="Arial" w:hAnsi="Arial"/>
      <w:noProof/>
      <w:sz w:val="12"/>
      <w:szCs w:val="12"/>
    </w:rPr>
  </w:style>
  <w:style w:type="paragraph" w:customStyle="1" w:styleId="VBS-Eingerckt">
    <w:name w:val="VBS-Eingerückt"/>
    <w:basedOn w:val="Standard"/>
    <w:qFormat/>
    <w:rsid w:val="001866A0"/>
    <w:pPr>
      <w:ind w:left="992"/>
    </w:pPr>
    <w:rPr>
      <w:lang w:eastAsia="de-DE"/>
    </w:rPr>
  </w:style>
  <w:style w:type="paragraph" w:customStyle="1" w:styleId="Seite">
    <w:name w:val="Seite"/>
    <w:basedOn w:val="Standard"/>
    <w:semiHidden/>
    <w:rsid w:val="00FA2E16"/>
    <w:pPr>
      <w:suppressAutoHyphens/>
      <w:spacing w:line="200" w:lineRule="atLeast"/>
      <w:jc w:val="right"/>
    </w:pPr>
    <w:rPr>
      <w:sz w:val="14"/>
      <w:szCs w:val="14"/>
    </w:rPr>
  </w:style>
  <w:style w:type="paragraph" w:customStyle="1" w:styleId="VBS-EingercktBullet1">
    <w:name w:val="VBS-EingerücktBullet1"/>
    <w:basedOn w:val="VBS-Eingerckt"/>
    <w:qFormat/>
    <w:rsid w:val="00D8402E"/>
    <w:pPr>
      <w:numPr>
        <w:numId w:val="2"/>
      </w:numPr>
      <w:ind w:left="1276" w:hanging="284"/>
    </w:pPr>
  </w:style>
  <w:style w:type="paragraph" w:customStyle="1" w:styleId="Platzhalter">
    <w:name w:val="Platzhalter"/>
    <w:basedOn w:val="Standard"/>
    <w:semiHidden/>
    <w:rsid w:val="00D056FA"/>
    <w:rPr>
      <w:sz w:val="2"/>
      <w:szCs w:val="2"/>
    </w:rPr>
  </w:style>
  <w:style w:type="paragraph" w:customStyle="1" w:styleId="KopfFett">
    <w:name w:val="KopfFett"/>
    <w:basedOn w:val="Kopfzeile"/>
    <w:next w:val="Kopfzeile"/>
    <w:semiHidden/>
    <w:rsid w:val="00A71938"/>
    <w:rPr>
      <w:b/>
    </w:rPr>
  </w:style>
  <w:style w:type="paragraph" w:customStyle="1" w:styleId="KopfDept">
    <w:name w:val="KopfDept"/>
    <w:basedOn w:val="Kopfzeile"/>
    <w:next w:val="KopfFett"/>
    <w:semiHidden/>
    <w:rsid w:val="00A71938"/>
    <w:pPr>
      <w:spacing w:after="100"/>
      <w:contextualSpacing/>
    </w:pPr>
  </w:style>
  <w:style w:type="paragraph" w:customStyle="1" w:styleId="FuzeilePlatzhalter">
    <w:name w:val="FußzeilePlatzhalter"/>
    <w:basedOn w:val="Seite"/>
    <w:semiHidden/>
    <w:rsid w:val="00093CA0"/>
    <w:pPr>
      <w:jc w:val="left"/>
    </w:pPr>
  </w:style>
  <w:style w:type="paragraph" w:customStyle="1" w:styleId="KopfzeilePlatzhalterFS">
    <w:name w:val="KopfzeilePlatzhalterFS"/>
    <w:basedOn w:val="Kopfzeile"/>
    <w:semiHidden/>
    <w:rsid w:val="003E4D67"/>
    <w:pPr>
      <w:spacing w:after="284"/>
    </w:pPr>
  </w:style>
  <w:style w:type="paragraph" w:customStyle="1" w:styleId="Klassifizierung">
    <w:name w:val="Klassifizierung"/>
    <w:basedOn w:val="Standard"/>
    <w:semiHidden/>
    <w:qFormat/>
    <w:rsid w:val="00E93133"/>
    <w:pPr>
      <w:jc w:val="right"/>
    </w:pPr>
    <w:rPr>
      <w:b/>
    </w:rPr>
  </w:style>
  <w:style w:type="paragraph" w:customStyle="1" w:styleId="MapperEnd">
    <w:name w:val="MapperEnd"/>
    <w:basedOn w:val="Klassifizierung"/>
    <w:semiHidden/>
    <w:qFormat/>
    <w:rsid w:val="00E93133"/>
    <w:rPr>
      <w:sz w:val="4"/>
    </w:rPr>
  </w:style>
  <w:style w:type="paragraph" w:styleId="Sprechblasentext">
    <w:name w:val="Balloon Text"/>
    <w:basedOn w:val="Standard"/>
    <w:link w:val="SprechblasentextZchn"/>
    <w:semiHidden/>
    <w:rsid w:val="004269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9785A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26979"/>
    <w:rPr>
      <w:color w:val="808080"/>
    </w:rPr>
  </w:style>
  <w:style w:type="paragraph" w:customStyle="1" w:styleId="VBS-EingercktBullet2">
    <w:name w:val="VBS-EingerücktBullet2"/>
    <w:basedOn w:val="VBS-Eingerckt"/>
    <w:qFormat/>
    <w:rsid w:val="00D8402E"/>
    <w:pPr>
      <w:numPr>
        <w:numId w:val="3"/>
      </w:numPr>
      <w:ind w:left="1276" w:hanging="284"/>
    </w:pPr>
  </w:style>
  <w:style w:type="paragraph" w:customStyle="1" w:styleId="VBS-EingercktBullet3">
    <w:name w:val="VBS-EingerücktBullet3"/>
    <w:basedOn w:val="VBS-Eingerckt"/>
    <w:qFormat/>
    <w:rsid w:val="00D8402E"/>
    <w:pPr>
      <w:numPr>
        <w:numId w:val="4"/>
      </w:numPr>
      <w:ind w:left="1276" w:hanging="284"/>
    </w:pPr>
  </w:style>
  <w:style w:type="paragraph" w:customStyle="1" w:styleId="VBS-EingercktBullet4">
    <w:name w:val="VBS-EingerücktBullet4"/>
    <w:basedOn w:val="VBS-Eingerckt"/>
    <w:qFormat/>
    <w:rsid w:val="00A94F7A"/>
    <w:pPr>
      <w:numPr>
        <w:numId w:val="5"/>
      </w:numPr>
      <w:ind w:left="1276" w:hanging="284"/>
    </w:pPr>
  </w:style>
  <w:style w:type="paragraph" w:customStyle="1" w:styleId="VBS-TabelleBullet1">
    <w:name w:val="VBS-TabelleBullet1"/>
    <w:basedOn w:val="Standard"/>
    <w:qFormat/>
    <w:rsid w:val="00D8402E"/>
    <w:pPr>
      <w:numPr>
        <w:numId w:val="6"/>
      </w:numPr>
      <w:spacing w:before="40" w:after="40"/>
      <w:contextualSpacing/>
    </w:pPr>
    <w:rPr>
      <w:lang w:eastAsia="de-DE"/>
    </w:rPr>
  </w:style>
  <w:style w:type="paragraph" w:customStyle="1" w:styleId="VBS-TabelleBullet2">
    <w:name w:val="VBS-TabelleBullet2"/>
    <w:basedOn w:val="VBS-EingercktBullet2"/>
    <w:qFormat/>
    <w:rsid w:val="00D8402E"/>
    <w:pPr>
      <w:numPr>
        <w:numId w:val="7"/>
      </w:numPr>
      <w:spacing w:before="40" w:after="40"/>
      <w:ind w:left="284" w:hanging="284"/>
      <w:contextualSpacing/>
    </w:pPr>
  </w:style>
  <w:style w:type="character" w:customStyle="1" w:styleId="berschrift1Zchn">
    <w:name w:val="Überschrift 1 Zchn"/>
    <w:aliases w:val="VBS-Hauptitel Zchn"/>
    <w:basedOn w:val="Absatz-Standardschriftart"/>
    <w:link w:val="berschrift1"/>
    <w:rsid w:val="0090257B"/>
    <w:rPr>
      <w:rFonts w:ascii="Arial" w:hAnsi="Arial" w:cs="Arial"/>
      <w:b/>
      <w:bCs/>
      <w:sz w:val="22"/>
      <w:szCs w:val="24"/>
      <w:lang w:eastAsia="de-DE"/>
    </w:rPr>
  </w:style>
  <w:style w:type="character" w:customStyle="1" w:styleId="berschrift2Zchn">
    <w:name w:val="Überschrift 2 Zchn"/>
    <w:aliases w:val="VBS-Titel Zchn"/>
    <w:basedOn w:val="Absatz-Standardschriftart"/>
    <w:link w:val="berschrift2"/>
    <w:rsid w:val="002E71D3"/>
    <w:rPr>
      <w:rFonts w:ascii="Arial" w:hAnsi="Arial"/>
      <w:b/>
      <w:bCs/>
      <w:sz w:val="22"/>
      <w:szCs w:val="24"/>
      <w:lang w:eastAsia="de-DE"/>
    </w:rPr>
  </w:style>
  <w:style w:type="character" w:customStyle="1" w:styleId="berschrift3Zchn">
    <w:name w:val="Überschrift 3 Zchn"/>
    <w:aliases w:val="VBS-Untertitel Zchn"/>
    <w:basedOn w:val="Absatz-Standardschriftart"/>
    <w:link w:val="berschrift3"/>
    <w:rsid w:val="0090257B"/>
    <w:rPr>
      <w:rFonts w:ascii="Arial" w:hAnsi="Arial" w:cs="Arial"/>
      <w:b/>
      <w:bCs/>
      <w:sz w:val="22"/>
      <w:szCs w:val="24"/>
      <w:lang w:eastAsia="de-DE"/>
    </w:rPr>
  </w:style>
  <w:style w:type="paragraph" w:customStyle="1" w:styleId="VBS-TabelleBullet3">
    <w:name w:val="VBS-TabelleBullet3"/>
    <w:basedOn w:val="VBS-EingercktBullet3"/>
    <w:qFormat/>
    <w:rsid w:val="00D8402E"/>
    <w:pPr>
      <w:numPr>
        <w:numId w:val="8"/>
      </w:numPr>
      <w:spacing w:before="40" w:after="40"/>
      <w:ind w:left="284" w:hanging="284"/>
      <w:contextualSpacing/>
    </w:pPr>
  </w:style>
  <w:style w:type="paragraph" w:customStyle="1" w:styleId="VBS-TabelleBullet4">
    <w:name w:val="VBS-TabelleBullet4"/>
    <w:basedOn w:val="VBS-EingercktBullet4"/>
    <w:qFormat/>
    <w:rsid w:val="00D8402E"/>
    <w:pPr>
      <w:numPr>
        <w:numId w:val="9"/>
      </w:numPr>
      <w:spacing w:before="40" w:after="40"/>
      <w:ind w:left="284" w:hanging="284"/>
      <w:contextualSpacing/>
    </w:pPr>
  </w:style>
  <w:style w:type="paragraph" w:customStyle="1" w:styleId="VBS-Tabellen">
    <w:name w:val="VBS-Tabellen"/>
    <w:basedOn w:val="Standard"/>
    <w:qFormat/>
    <w:rsid w:val="001866A0"/>
    <w:pPr>
      <w:spacing w:before="40" w:after="40"/>
      <w:contextualSpacing/>
    </w:pPr>
  </w:style>
  <w:style w:type="paragraph" w:styleId="Verzeichnis1">
    <w:name w:val="toc 1"/>
    <w:basedOn w:val="Standard"/>
    <w:next w:val="Standard"/>
    <w:autoRedefine/>
    <w:semiHidden/>
    <w:rsid w:val="00F461AE"/>
    <w:pPr>
      <w:spacing w:before="120"/>
      <w:ind w:left="992" w:hanging="992"/>
    </w:pPr>
    <w:rPr>
      <w:b/>
    </w:rPr>
  </w:style>
  <w:style w:type="paragraph" w:styleId="Verzeichnis2">
    <w:name w:val="toc 2"/>
    <w:basedOn w:val="Standard"/>
    <w:next w:val="Standard"/>
    <w:autoRedefine/>
    <w:semiHidden/>
    <w:rsid w:val="005F459D"/>
    <w:pPr>
      <w:ind w:left="992" w:hanging="992"/>
    </w:pPr>
  </w:style>
  <w:style w:type="paragraph" w:styleId="Verzeichnis3">
    <w:name w:val="toc 3"/>
    <w:basedOn w:val="Standard"/>
    <w:next w:val="Standard"/>
    <w:autoRedefine/>
    <w:semiHidden/>
    <w:rsid w:val="005F459D"/>
    <w:pPr>
      <w:ind w:left="992" w:hanging="992"/>
    </w:pPr>
  </w:style>
  <w:style w:type="paragraph" w:styleId="Verzeichnis4">
    <w:name w:val="toc 4"/>
    <w:basedOn w:val="Standard"/>
    <w:next w:val="Standard"/>
    <w:autoRedefine/>
    <w:semiHidden/>
    <w:rsid w:val="005F459D"/>
    <w:pPr>
      <w:ind w:left="992" w:hanging="992"/>
    </w:pPr>
  </w:style>
  <w:style w:type="paragraph" w:styleId="Verzeichnis5">
    <w:name w:val="toc 5"/>
    <w:basedOn w:val="Standard"/>
    <w:next w:val="Standard"/>
    <w:autoRedefine/>
    <w:semiHidden/>
    <w:rsid w:val="005F459D"/>
    <w:pPr>
      <w:ind w:left="992" w:hanging="992"/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4431C9"/>
    <w:pPr>
      <w:numPr>
        <w:numId w:val="0"/>
      </w:numPr>
      <w:tabs>
        <w:tab w:val="clear" w:pos="992"/>
      </w:tabs>
      <w:spacing w:before="480"/>
      <w:outlineLvl w:val="9"/>
    </w:pPr>
    <w:rPr>
      <w:rFonts w:eastAsiaTheme="majorEastAsia" w:cstheme="majorBidi"/>
      <w:szCs w:val="28"/>
      <w:lang w:eastAsia="en-US"/>
    </w:rPr>
  </w:style>
  <w:style w:type="paragraph" w:styleId="Titel">
    <w:name w:val="Title"/>
    <w:basedOn w:val="Standard"/>
    <w:next w:val="Standard"/>
    <w:link w:val="TitelZchn"/>
    <w:semiHidden/>
    <w:rsid w:val="004431C9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semiHidden/>
    <w:rsid w:val="004431C9"/>
    <w:rPr>
      <w:rFonts w:ascii="Arial" w:eastAsiaTheme="majorEastAsia" w:hAnsi="Arial" w:cstheme="majorBidi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semiHidden/>
    <w:rsid w:val="004431C9"/>
    <w:pPr>
      <w:numPr>
        <w:ilvl w:val="1"/>
      </w:numPr>
    </w:pPr>
    <w:rPr>
      <w:rFonts w:eastAsiaTheme="majorEastAsia" w:cstheme="majorBidi"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semiHidden/>
    <w:rsid w:val="004431C9"/>
    <w:rPr>
      <w:rFonts w:ascii="Arial" w:eastAsiaTheme="majorEastAsia" w:hAnsi="Arial" w:cstheme="majorBidi"/>
      <w:iCs/>
      <w:spacing w:val="15"/>
      <w:sz w:val="24"/>
      <w:szCs w:val="24"/>
      <w:lang w:eastAsia="en-US"/>
    </w:rPr>
  </w:style>
  <w:style w:type="table" w:styleId="Tabellenraster">
    <w:name w:val="Table Grid"/>
    <w:basedOn w:val="NormaleTabelle"/>
    <w:uiPriority w:val="59"/>
    <w:rsid w:val="00A060C1"/>
    <w:tblPr>
      <w:tblInd w:w="-108" w:type="dxa"/>
    </w:tblPr>
  </w:style>
  <w:style w:type="table" w:styleId="Tabellendesign">
    <w:name w:val="Table Theme"/>
    <w:basedOn w:val="NormaleTabelle"/>
    <w:rsid w:val="00A060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E0A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KeinLeerraum">
    <w:name w:val="No Spacing"/>
    <w:aliases w:val="Vorspann"/>
    <w:uiPriority w:val="1"/>
    <w:qFormat/>
    <w:rsid w:val="00AE0A1C"/>
    <w:rPr>
      <w:rFonts w:ascii="Arial" w:eastAsiaTheme="minorEastAsia" w:hAnsi="Arial" w:cstheme="minorBid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AE0A1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A14DE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14D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14DE7"/>
    <w:rPr>
      <w:rFonts w:ascii="Arial" w:eastAsia="Calibri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14D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14DE7"/>
    <w:rPr>
      <w:rFonts w:ascii="Arial" w:eastAsia="Calibri" w:hAnsi="Arial"/>
      <w:b/>
      <w:bCs/>
      <w:lang w:eastAsia="en-US"/>
    </w:rPr>
  </w:style>
  <w:style w:type="paragraph" w:customStyle="1" w:styleId="Default">
    <w:name w:val="Default"/>
    <w:rsid w:val="005F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C55E60"/>
    <w:rPr>
      <w:rFonts w:ascii="Arial" w:eastAsia="Calibri" w:hAnsi="Arial"/>
      <w:sz w:val="22"/>
      <w:szCs w:val="22"/>
      <w:lang w:eastAsia="en-US"/>
    </w:rPr>
  </w:style>
  <w:style w:type="character" w:styleId="Hyperlink">
    <w:name w:val="Hyperlink"/>
    <w:basedOn w:val="Absatz-Standardschriftart"/>
    <w:unhideWhenUsed/>
    <w:rsid w:val="005358B0"/>
    <w:rPr>
      <w:color w:val="0000FF" w:themeColor="hyperlink"/>
      <w:u w:val="single"/>
    </w:rPr>
  </w:style>
  <w:style w:type="character" w:styleId="Fett">
    <w:name w:val="Strong"/>
    <w:aliases w:val="Arial,20 pt"/>
    <w:qFormat/>
    <w:rsid w:val="004F088E"/>
    <w:rPr>
      <w:b/>
      <w:bCs/>
    </w:rPr>
  </w:style>
  <w:style w:type="paragraph" w:customStyle="1" w:styleId="Absender">
    <w:name w:val="Absender"/>
    <w:basedOn w:val="Standard"/>
    <w:rsid w:val="00DF44F9"/>
    <w:pPr>
      <w:spacing w:after="120" w:line="220" w:lineRule="exact"/>
      <w:ind w:left="851"/>
    </w:pPr>
    <w:rPr>
      <w:rFonts w:eastAsia="Times New Roman"/>
      <w:spacing w:val="2"/>
      <w:sz w:val="16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unhideWhenUsed/>
    <w:rsid w:val="009F0A0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9F0A09"/>
    <w:rPr>
      <w:rFonts w:ascii="Arial" w:eastAsia="Calibri" w:hAnsi="Arial"/>
      <w:lang w:eastAsia="en-US"/>
    </w:rPr>
  </w:style>
  <w:style w:type="character" w:styleId="Funotenzeichen">
    <w:name w:val="footnote reference"/>
    <w:basedOn w:val="Absatz-Standardschriftart"/>
    <w:semiHidden/>
    <w:unhideWhenUsed/>
    <w:rsid w:val="009F0A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BURAUT\Templates\OU02\CD_Bund\Basisformular_Hoch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0B348D08C81434D84ACF78249BA5A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3BDD72-E9C4-4AA0-A9C6-023F7C47F506}"/>
      </w:docPartPr>
      <w:docPartBody>
        <w:p w:rsidR="004D7846" w:rsidRDefault="00067CA9" w:rsidP="00067CA9">
          <w:pPr>
            <w:pStyle w:val="00B348D08C81434D84ACF78249BA5A7E"/>
          </w:pPr>
          <w:r w:rsidRPr="00E2683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CA9"/>
    <w:rsid w:val="00020FFB"/>
    <w:rsid w:val="00054547"/>
    <w:rsid w:val="000675B2"/>
    <w:rsid w:val="00067CA9"/>
    <w:rsid w:val="001E212F"/>
    <w:rsid w:val="004A384C"/>
    <w:rsid w:val="004A3EC4"/>
    <w:rsid w:val="004D6DF7"/>
    <w:rsid w:val="004D7846"/>
    <w:rsid w:val="00540AB1"/>
    <w:rsid w:val="006409EE"/>
    <w:rsid w:val="008634C5"/>
    <w:rsid w:val="009C4F38"/>
    <w:rsid w:val="00BF1F8D"/>
    <w:rsid w:val="00C915F5"/>
    <w:rsid w:val="00CB573D"/>
    <w:rsid w:val="00CD206B"/>
    <w:rsid w:val="00CE5087"/>
    <w:rsid w:val="00D1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67CA9"/>
    <w:rPr>
      <w:color w:val="808080"/>
    </w:rPr>
  </w:style>
  <w:style w:type="paragraph" w:customStyle="1" w:styleId="165744D09F4349A0BBAD960B426E802E">
    <w:name w:val="165744D09F4349A0BBAD960B426E802E"/>
  </w:style>
  <w:style w:type="paragraph" w:customStyle="1" w:styleId="00B348D08C81434D84ACF78249BA5A7E">
    <w:name w:val="00B348D08C81434D84ACF78249BA5A7E"/>
    <w:rsid w:val="00067CA9"/>
  </w:style>
  <w:style w:type="paragraph" w:customStyle="1" w:styleId="85C2DD48FCD14A45AD13A763B517D1A7">
    <w:name w:val="85C2DD48FCD14A45AD13A763B517D1A7"/>
    <w:rsid w:val="00067CA9"/>
  </w:style>
  <w:style w:type="paragraph" w:customStyle="1" w:styleId="92B998CD27B44B94B6FE7C87C47AF560">
    <w:name w:val="92B998CD27B44B94B6FE7C87C47AF560"/>
    <w:rsid w:val="00067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28AD9-DCB4-436C-859C-B5174AF041B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B45741-4CC2-4957-91E3-D51B8F9E8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ABC701-54B6-47E8-8C2A-CA7264E82A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ECF710-B467-45D4-B7DA-4A195699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Basisformular_Hoch</Template>
  <TotalTime>0</TotalTime>
  <Pages>1</Pages>
  <Words>61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Campestrin Stefano BABS</dc:creator>
  <cp:lastModifiedBy>Bieri Markus BABS</cp:lastModifiedBy>
  <cp:revision>58</cp:revision>
  <cp:lastPrinted>2019-08-21T13:58:00Z</cp:lastPrinted>
  <dcterms:created xsi:type="dcterms:W3CDTF">2022-03-24T09:10:00Z</dcterms:created>
  <dcterms:modified xsi:type="dcterms:W3CDTF">2022-06-23T12:14:00Z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